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0B" w:rsidRPr="00152ADE" w:rsidRDefault="0071296C">
      <w:pPr>
        <w:rPr>
          <w:lang w:val="es-ES"/>
        </w:r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8.75pt;margin-top:190.6pt;width:558pt;height:189.8pt;z-index:25165875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8;mso-column-margin:5.7pt" inset="2.85pt,2.85pt,2.85pt,2.85pt">
              <w:txbxContent>
                <w:p w:rsidR="008E1718" w:rsidRPr="00FE63F3" w:rsidRDefault="008E1718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8E1718" w:rsidRPr="00FE63F3" w:rsidRDefault="00360813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>
                    <w:rPr>
                      <w:sz w:val="56"/>
                      <w:lang w:val="es-CO"/>
                    </w:rPr>
                    <w:fldChar w:fldCharType="begin"/>
                  </w:r>
                  <w:r>
                    <w:rPr>
                      <w:sz w:val="56"/>
                      <w:lang w:val="es-CO"/>
                    </w:rPr>
                    <w:instrText xml:space="preserve"> MERGEFIELD NOMBRE_ALUMNO </w:instrText>
                  </w:r>
                  <w:r>
                    <w:rPr>
                      <w:sz w:val="56"/>
                      <w:lang w:val="es-CO"/>
                    </w:rPr>
                    <w:fldChar w:fldCharType="separate"/>
                  </w:r>
                  <w:r w:rsidRPr="00D10187">
                    <w:rPr>
                      <w:noProof/>
                      <w:sz w:val="56"/>
                      <w:lang w:val="es-CO"/>
                    </w:rPr>
                    <w:t>ACELAS SERRANO ANGIE NATALIA</w:t>
                  </w:r>
                  <w:r>
                    <w:rPr>
                      <w:sz w:val="56"/>
                      <w:lang w:val="es-CO"/>
                    </w:rPr>
                    <w:fldChar w:fldCharType="end"/>
                  </w:r>
                </w:p>
                <w:p w:rsidR="008E1718" w:rsidRPr="00FE63F3" w:rsidRDefault="00FE63F3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8E1718" w:rsidRPr="00FE63F3" w:rsidRDefault="00360813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>
                    <w:rPr>
                      <w:sz w:val="56"/>
                      <w:lang w:val="es-CO"/>
                    </w:rPr>
                    <w:fldChar w:fldCharType="begin"/>
                  </w:r>
                  <w:r>
                    <w:rPr>
                      <w:sz w:val="56"/>
                      <w:lang w:val="es-CO"/>
                    </w:rPr>
                    <w:instrText xml:space="preserve"> MERGEFIELD NO_IDENTIFICACION </w:instrText>
                  </w:r>
                  <w:r>
                    <w:rPr>
                      <w:sz w:val="56"/>
                      <w:lang w:val="es-CO"/>
                    </w:rPr>
                    <w:fldChar w:fldCharType="separate"/>
                  </w:r>
                  <w:r w:rsidRPr="00D10187">
                    <w:rPr>
                      <w:noProof/>
                      <w:sz w:val="56"/>
                      <w:lang w:val="es-CO"/>
                    </w:rPr>
                    <w:t>37514005</w:t>
                  </w:r>
                  <w:r>
                    <w:rPr>
                      <w:sz w:val="56"/>
                      <w:lang w:val="es-CO"/>
                    </w:rPr>
                    <w:fldChar w:fldCharType="end"/>
                  </w:r>
                </w:p>
                <w:p w:rsidR="0071296C" w:rsidRDefault="0071296C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27" type="#_x0000_t202" style="position:absolute;margin-left:66.75pt;margin-top:1in;width:522pt;height:76.5pt;z-index:251656704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7;mso-column-margin:5.7pt" inset="2.85pt,2.85pt,2.85pt,2.85pt">
              <w:txbxContent>
                <w:p w:rsidR="008E1718" w:rsidRDefault="008E1718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29" type="#_x0000_t202" style="position:absolute;margin-left:32.25pt;margin-top:148.5pt;width:591pt;height:81pt;z-index:25165772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9;mso-column-margin:5.7pt" inset="2.85pt,2.85pt,2.85pt,0">
              <w:txbxContent>
                <w:p w:rsidR="008E1718" w:rsidRPr="00FE63F3" w:rsidRDefault="00FE63F3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31" type="#_x0000_t202" alt="" style="position:absolute;margin-left:417.75pt;margin-top:409.5pt;width:171pt;height:27pt;z-index:25166080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1;mso-column-margin:5.7pt" inset="2.85pt,2.85pt,2.85pt,2.85pt">
              <w:txbxContent>
                <w:p w:rsidR="008E1718" w:rsidRDefault="008E1718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30" type="#_x0000_t202" alt="" style="position:absolute;margin-left:57.75pt;margin-top:409.5pt;width:306pt;height:27pt;z-index:25165977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0;mso-column-margin:5.7pt" inset="2.85pt,2.85pt,2.85pt,2.85pt">
              <w:txbxContent>
                <w:p w:rsidR="008E1718" w:rsidRDefault="008E1718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="002B56B8" w:rsidRPr="00152ADE">
        <w:rPr>
          <w:noProof/>
          <w:lang w:val="es-CO" w:eastAsia="es-CO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2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56B8" w:rsidRPr="00152ADE">
        <w:rPr>
          <w:noProof/>
          <w:lang w:val="es-CO" w:eastAsia="es-CO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1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7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32A0B" w:rsidRPr="00152ADE" w:rsidSect="00152ADE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attachedTemplate r:id="rId1"/>
  <w:stylePaneFormatFilter w:val="1021"/>
  <w:mailMerge>
    <w:mainDocumentType w:val="formLetters"/>
    <w:linkToQuery/>
    <w:dataType w:val="native"/>
    <w:connectString w:val="Provider=Microsoft.ACE.OLEDB.12.0;User ID=Admin;Data Source=C:\Documents and Settings\Fitec\Escritorio\PARCIAL FINAL 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Combinacion Correspondencia$'` "/>
    <w:dataSource r:id="rId2"/>
    <w:viewMergedData/>
    <w:odso>
      <w:udl w:val="Provider=Microsoft.ACE.OLEDB.12.0;User ID=Admin;Data Source=C:\Documents and Settings\Fitec\Escritorio\PARCIAL FINAL 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Combinacion Correspondencia$'"/>
      <w:src r:id="rId3"/>
      <w:colDelim w:val="9"/>
      <w:type w:val="database"/>
      <w:fHdr/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</w:odso>
  </w:mailMerge>
  <w:defaultTabStop w:val="720"/>
  <w:hyphenationZone w:val="425"/>
  <w:drawingGridHorizontalSpacing w:val="110"/>
  <w:displayHorizontalDrawingGridEvery w:val="2"/>
  <w:characterSpacingControl w:val="doNotCompress"/>
  <w:savePreviewPicture/>
  <w:compat/>
  <w:rsids>
    <w:rsidRoot w:val="00FE63F3"/>
    <w:rsid w:val="000A135A"/>
    <w:rsid w:val="00132A0B"/>
    <w:rsid w:val="00152ADE"/>
    <w:rsid w:val="001D4507"/>
    <w:rsid w:val="002B56B8"/>
    <w:rsid w:val="00354966"/>
    <w:rsid w:val="00360813"/>
    <w:rsid w:val="004E7A56"/>
    <w:rsid w:val="00526D2D"/>
    <w:rsid w:val="005B0CB9"/>
    <w:rsid w:val="0071296C"/>
    <w:rsid w:val="00784DFA"/>
    <w:rsid w:val="008E1718"/>
    <w:rsid w:val="0098634D"/>
    <w:rsid w:val="00BF308E"/>
    <w:rsid w:val="00D40AC7"/>
    <w:rsid w:val="00F349C9"/>
    <w:rsid w:val="00FE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A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3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49C9"/>
    <w:rPr>
      <w:rFonts w:ascii="Tahoma" w:hAnsi="Tahoma" w:cs="Tahoma"/>
      <w:sz w:val="16"/>
      <w:szCs w:val="16"/>
    </w:rPr>
  </w:style>
  <w:style w:type="paragraph" w:styleId="Textoindependiente">
    <w:name w:val="Body Text"/>
    <w:link w:val="TextoindependienteCar"/>
    <w:uiPriority w:val="99"/>
    <w:unhideWhenUsed/>
    <w:rsid w:val="008E1718"/>
    <w:pPr>
      <w:spacing w:after="0" w:line="240" w:lineRule="auto"/>
      <w:jc w:val="center"/>
    </w:pPr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E1718"/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paragraph" w:customStyle="1" w:styleId="Name">
    <w:name w:val="Name"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b/>
      <w:bCs/>
      <w:caps/>
      <w:color w:val="000000"/>
      <w:kern w:val="28"/>
      <w:sz w:val="132"/>
      <w:szCs w:val="132"/>
    </w:rPr>
  </w:style>
  <w:style w:type="paragraph" w:customStyle="1" w:styleId="Italics">
    <w:name w:val="Italics"/>
    <w:rsid w:val="008E1718"/>
    <w:pPr>
      <w:spacing w:after="0" w:line="240" w:lineRule="auto"/>
      <w:jc w:val="center"/>
    </w:pPr>
    <w:rPr>
      <w:rFonts w:ascii="Garamond" w:eastAsia="Times New Roman" w:hAnsi="Garamond" w:cs="Times New Roman"/>
      <w:i/>
      <w:iCs/>
      <w:color w:val="000000"/>
      <w:kern w:val="28"/>
      <w:sz w:val="32"/>
      <w:szCs w:val="32"/>
    </w:rPr>
  </w:style>
  <w:style w:type="paragraph" w:styleId="Ttulo">
    <w:name w:val="Title"/>
    <w:link w:val="TtuloCar"/>
    <w:uiPriority w:val="10"/>
    <w:qFormat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character" w:customStyle="1" w:styleId="TtuloCar">
    <w:name w:val="Título Car"/>
    <w:basedOn w:val="Fuentedeprrafopredeter"/>
    <w:link w:val="Ttulo"/>
    <w:uiPriority w:val="10"/>
    <w:rsid w:val="008E1718"/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paragraph" w:customStyle="1" w:styleId="Labels">
    <w:name w:val="Labels"/>
    <w:rsid w:val="008E1718"/>
    <w:pPr>
      <w:spacing w:after="80" w:line="285" w:lineRule="auto"/>
    </w:pPr>
    <w:rPr>
      <w:rFonts w:ascii="Candara" w:eastAsia="Times New Roman" w:hAnsi="Candara" w:cs="Times New Roman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Documents%20and%20Settings\Fitec\Escritorio\PARCIAL%20FINAL%20.xls" TargetMode="External"/><Relationship Id="rId2" Type="http://schemas.openxmlformats.org/officeDocument/2006/relationships/mailMergeSource" Target="file:///C:\Documents%20and%20Settings\Fitec\Escritorio\PARCIAL%20FINAL%20.xls" TargetMode="External"/><Relationship Id="rId1" Type="http://schemas.openxmlformats.org/officeDocument/2006/relationships/attachedTemplate" Target="file:///C:\Documents%20and%20Settings\Fitec\Datos%20de%20programa\Microsoft\Templates\WorldsBestCert.dotx" TargetMode="Externa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EBFEB-2C7D-4123-8EEB-60D06F7E5E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29BF5C-6B37-46EF-9FE9-79733F5AB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WorldsBestCert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World's Best award certificate</dc:title>
  <dc:creator>Fitec</dc:creator>
  <cp:keywords/>
  <cp:lastModifiedBy>Fitec</cp:lastModifiedBy>
  <cp:revision>2</cp:revision>
  <cp:lastPrinted>2008-04-01T18:08:00Z</cp:lastPrinted>
  <dcterms:created xsi:type="dcterms:W3CDTF">2012-06-09T01:56:00Z</dcterms:created>
  <dcterms:modified xsi:type="dcterms:W3CDTF">2012-06-09T01:56:00Z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TC102710119990</vt:lpwstr>
  </property>
</Properties>
</file>