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51A" w:rsidRDefault="0077251A">
      <w:pPr>
        <w:rPr>
          <w:lang w:val="es-ES"/>
        </w:rPr>
        <w:sectPr w:rsidR="0077251A" w:rsidSect="0077251A">
          <w:pgSz w:w="16839" w:h="11907" w:orient="landscape" w:code="9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71296C">
        <w:rPr>
          <w:rFonts w:ascii="Times New Roman" w:hAnsi="Times New Roman"/>
          <w:sz w:val="24"/>
          <w:szCs w:val="24"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8.75pt;margin-top:190.6pt;width:558pt;height:189.8pt;z-index:251664384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28;mso-column-margin:5.7pt" inset="2.85pt,2.85pt,2.85pt,2.85pt">
              <w:txbxContent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 w:rsidRPr="00FE63F3">
                    <w:rPr>
                      <w:sz w:val="36"/>
                      <w:lang w:val="es-CO"/>
                    </w:rPr>
                    <w:t>Este diploma se concede a: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ACELAS SERRANO ANGIE NATALIA</w:t>
                  </w:r>
                </w:p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>
                    <w:rPr>
                      <w:sz w:val="36"/>
                      <w:lang w:val="es-CO"/>
                    </w:rPr>
                    <w:t>Documento No: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37514005</w:t>
                  </w:r>
                </w:p>
                <w:p w:rsidR="0077251A" w:rsidRDefault="0077251A"/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26" type="#_x0000_t202" style="position:absolute;margin-left:66.75pt;margin-top:1in;width:522pt;height:76.5pt;z-index:251662336;visibility:visible;mso-wrap-edited:f;mso-wrap-distance-left:2.88pt;mso-wrap-distance-top:2.88pt;mso-wrap-distance-right:2.88pt;mso-wrap-distance-bottom:2.88pt;v-text-anchor:bottom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26;mso-column-margin:5.7pt" inset="2.85pt,2.85pt,2.85pt,2.85pt">
              <w:txbxContent>
                <w:p w:rsidR="0077251A" w:rsidRDefault="0077251A" w:rsidP="008E1718">
                  <w:pPr>
                    <w:pStyle w:val="Ttulo"/>
                    <w:widowControl w:val="0"/>
                  </w:pPr>
                  <w:r>
                    <w:t xml:space="preserve">El mejor 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27" type="#_x0000_t202" style="position:absolute;margin-left:32.25pt;margin-top:148.5pt;width:591pt;height:81pt;z-index:251663360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27;mso-column-margin:5.7pt" inset="2.85pt,2.85pt,2.85pt,0">
              <w:txbxContent>
                <w:p w:rsidR="0077251A" w:rsidRPr="00FE63F3" w:rsidRDefault="0077251A" w:rsidP="008E1718">
                  <w:pPr>
                    <w:pStyle w:val="Name"/>
                    <w:widowControl w:val="0"/>
                    <w:rPr>
                      <w:rFonts w:ascii="Bradley Hand ITC" w:hAnsi="Bradley Hand ITC"/>
                      <w:sz w:val="96"/>
                      <w:lang w:val="es-CO"/>
                    </w:rPr>
                  </w:pPr>
                  <w:r w:rsidRPr="00FE63F3">
                    <w:rPr>
                      <w:rFonts w:ascii="Bradley Hand ITC" w:hAnsi="Bradley Hand ITC"/>
                      <w:sz w:val="96"/>
                      <w:lang w:val="es-CO"/>
                    </w:rPr>
                    <w:t>COMPRAÑERO DE CLASE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30" type="#_x0000_t202" alt="" style="position:absolute;margin-left:417.75pt;margin-top:409.5pt;width:171pt;height:27pt;z-index:251666432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30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onstantia" w:hAnsi="Constantia"/>
                      <w:sz w:val="24"/>
                      <w:szCs w:val="24"/>
                    </w:rPr>
                    <w:t>Fecha</w:t>
                  </w:r>
                  <w:proofErr w:type="spellEnd"/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29" type="#_x0000_t202" alt="" style="position:absolute;margin-left:57.75pt;margin-top:409.5pt;width:306pt;height:27pt;z-index:251665408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29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r>
                    <w:rPr>
                      <w:rFonts w:ascii="Constantia" w:hAnsi="Constantia"/>
                      <w:sz w:val="24"/>
                      <w:szCs w:val="24"/>
                    </w:rPr>
                    <w:t>Firma</w:t>
                  </w:r>
                </w:p>
              </w:txbxContent>
            </v:textbox>
          </v:shape>
        </w:pict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409575</wp:posOffset>
            </wp:positionH>
            <wp:positionV relativeFrom="page">
              <wp:posOffset>361950</wp:posOffset>
            </wp:positionV>
            <wp:extent cx="9267825" cy="7124700"/>
            <wp:effectExtent l="19050" t="0" r="9525" b="0"/>
            <wp:wrapNone/>
            <wp:docPr id="2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78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page">
              <wp:posOffset>638175</wp:posOffset>
            </wp:positionH>
            <wp:positionV relativeFrom="page">
              <wp:posOffset>495300</wp:posOffset>
            </wp:positionV>
            <wp:extent cx="8910320" cy="6877050"/>
            <wp:effectExtent l="19050" t="0" r="5080" b="0"/>
            <wp:wrapNone/>
            <wp:docPr id="1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032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251A" w:rsidRDefault="0077251A">
      <w:pPr>
        <w:rPr>
          <w:lang w:val="es-ES"/>
        </w:rPr>
        <w:sectPr w:rsidR="0077251A" w:rsidSect="0077251A">
          <w:pgSz w:w="16839" w:h="11907" w:orient="landscape" w:code="9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71296C">
        <w:rPr>
          <w:rFonts w:ascii="Times New Roman" w:hAnsi="Times New Roman"/>
          <w:sz w:val="24"/>
          <w:szCs w:val="24"/>
          <w:lang w:val="es-ES"/>
        </w:rPr>
        <w:lastRenderedPageBreak/>
        <w:pict>
          <v:shape id="_x0000_s1033" type="#_x0000_t202" style="position:absolute;margin-left:48.75pt;margin-top:190.6pt;width:558pt;height:189.8pt;z-index:251672576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33;mso-column-margin:5.7pt" inset="2.85pt,2.85pt,2.85pt,2.85pt">
              <w:txbxContent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 w:rsidRPr="00FE63F3">
                    <w:rPr>
                      <w:sz w:val="36"/>
                      <w:lang w:val="es-CO"/>
                    </w:rPr>
                    <w:t>Este diploma se concede a: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ARDILA SANTOS ADRIANA LUCIA</w:t>
                  </w:r>
                </w:p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>
                    <w:rPr>
                      <w:sz w:val="36"/>
                      <w:lang w:val="es-CO"/>
                    </w:rPr>
                    <w:t>Documento No: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1098629314</w:t>
                  </w:r>
                </w:p>
                <w:p w:rsidR="0077251A" w:rsidRDefault="0077251A"/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31" type="#_x0000_t202" style="position:absolute;margin-left:66.75pt;margin-top:1in;width:522pt;height:76.5pt;z-index:251670528;visibility:visible;mso-wrap-edited:f;mso-wrap-distance-left:2.88pt;mso-wrap-distance-top:2.88pt;mso-wrap-distance-right:2.88pt;mso-wrap-distance-bottom:2.88pt;v-text-anchor:bottom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31;mso-column-margin:5.7pt" inset="2.85pt,2.85pt,2.85pt,2.85pt">
              <w:txbxContent>
                <w:p w:rsidR="0077251A" w:rsidRDefault="0077251A" w:rsidP="008E1718">
                  <w:pPr>
                    <w:pStyle w:val="Ttulo"/>
                    <w:widowControl w:val="0"/>
                  </w:pPr>
                  <w:r>
                    <w:t xml:space="preserve">El mejor 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32" type="#_x0000_t202" style="position:absolute;margin-left:32.25pt;margin-top:148.5pt;width:591pt;height:81pt;z-index:251671552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32;mso-column-margin:5.7pt" inset="2.85pt,2.85pt,2.85pt,0">
              <w:txbxContent>
                <w:p w:rsidR="0077251A" w:rsidRPr="00FE63F3" w:rsidRDefault="0077251A" w:rsidP="008E1718">
                  <w:pPr>
                    <w:pStyle w:val="Name"/>
                    <w:widowControl w:val="0"/>
                    <w:rPr>
                      <w:rFonts w:ascii="Bradley Hand ITC" w:hAnsi="Bradley Hand ITC"/>
                      <w:sz w:val="96"/>
                      <w:lang w:val="es-CO"/>
                    </w:rPr>
                  </w:pPr>
                  <w:r w:rsidRPr="00FE63F3">
                    <w:rPr>
                      <w:rFonts w:ascii="Bradley Hand ITC" w:hAnsi="Bradley Hand ITC"/>
                      <w:sz w:val="96"/>
                      <w:lang w:val="es-CO"/>
                    </w:rPr>
                    <w:t>COMPRAÑERO DE CLASE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35" type="#_x0000_t202" alt="" style="position:absolute;margin-left:417.75pt;margin-top:409.5pt;width:171pt;height:27pt;z-index:251674624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35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onstantia" w:hAnsi="Constantia"/>
                      <w:sz w:val="24"/>
                      <w:szCs w:val="24"/>
                    </w:rPr>
                    <w:t>Fecha</w:t>
                  </w:r>
                  <w:proofErr w:type="spellEnd"/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34" type="#_x0000_t202" alt="" style="position:absolute;margin-left:57.75pt;margin-top:409.5pt;width:306pt;height:27pt;z-index:251673600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34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r>
                    <w:rPr>
                      <w:rFonts w:ascii="Constantia" w:hAnsi="Constantia"/>
                      <w:sz w:val="24"/>
                      <w:szCs w:val="24"/>
                    </w:rPr>
                    <w:t>Firma</w:t>
                  </w:r>
                </w:p>
              </w:txbxContent>
            </v:textbox>
          </v:shape>
        </w:pict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page">
              <wp:posOffset>409575</wp:posOffset>
            </wp:positionH>
            <wp:positionV relativeFrom="page">
              <wp:posOffset>361950</wp:posOffset>
            </wp:positionV>
            <wp:extent cx="9267825" cy="7124700"/>
            <wp:effectExtent l="19050" t="0" r="9525" b="0"/>
            <wp:wrapNone/>
            <wp:docPr id="3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78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page">
              <wp:posOffset>638175</wp:posOffset>
            </wp:positionH>
            <wp:positionV relativeFrom="page">
              <wp:posOffset>495300</wp:posOffset>
            </wp:positionV>
            <wp:extent cx="8910320" cy="6877050"/>
            <wp:effectExtent l="19050" t="0" r="5080" b="0"/>
            <wp:wrapNone/>
            <wp:docPr id="4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032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251A" w:rsidRDefault="0077251A">
      <w:pPr>
        <w:rPr>
          <w:lang w:val="es-ES"/>
        </w:rPr>
        <w:sectPr w:rsidR="0077251A" w:rsidSect="0077251A">
          <w:pgSz w:w="16839" w:h="11907" w:orient="landscape" w:code="9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38" type="#_x0000_t202" style="position:absolute;margin-left:48.75pt;margin-top:190.6pt;width:558pt;height:189.8pt;z-index:251680768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38;mso-column-margin:5.7pt" inset="2.85pt,2.85pt,2.85pt,2.85pt">
              <w:txbxContent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 w:rsidRPr="00FE63F3">
                    <w:rPr>
                      <w:sz w:val="36"/>
                      <w:lang w:val="es-CO"/>
                    </w:rPr>
                    <w:t>Este diploma se concede a: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AVILA HERNANDEZ DIANA CAROLINA</w:t>
                  </w:r>
                </w:p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>
                    <w:rPr>
                      <w:sz w:val="36"/>
                      <w:lang w:val="es-CO"/>
                    </w:rPr>
                    <w:t>Documento No: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1098615708</w:t>
                  </w:r>
                </w:p>
                <w:p w:rsidR="0077251A" w:rsidRDefault="0077251A"/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36" type="#_x0000_t202" style="position:absolute;margin-left:66.75pt;margin-top:1in;width:522pt;height:76.5pt;z-index:251678720;visibility:visible;mso-wrap-edited:f;mso-wrap-distance-left:2.88pt;mso-wrap-distance-top:2.88pt;mso-wrap-distance-right:2.88pt;mso-wrap-distance-bottom:2.88pt;v-text-anchor:bottom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36;mso-column-margin:5.7pt" inset="2.85pt,2.85pt,2.85pt,2.85pt">
              <w:txbxContent>
                <w:p w:rsidR="0077251A" w:rsidRDefault="0077251A" w:rsidP="008E1718">
                  <w:pPr>
                    <w:pStyle w:val="Ttulo"/>
                    <w:widowControl w:val="0"/>
                  </w:pPr>
                  <w:r>
                    <w:t xml:space="preserve">El mejor 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37" type="#_x0000_t202" style="position:absolute;margin-left:32.25pt;margin-top:148.5pt;width:591pt;height:81pt;z-index:251679744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37;mso-column-margin:5.7pt" inset="2.85pt,2.85pt,2.85pt,0">
              <w:txbxContent>
                <w:p w:rsidR="0077251A" w:rsidRPr="00FE63F3" w:rsidRDefault="0077251A" w:rsidP="008E1718">
                  <w:pPr>
                    <w:pStyle w:val="Name"/>
                    <w:widowControl w:val="0"/>
                    <w:rPr>
                      <w:rFonts w:ascii="Bradley Hand ITC" w:hAnsi="Bradley Hand ITC"/>
                      <w:sz w:val="96"/>
                      <w:lang w:val="es-CO"/>
                    </w:rPr>
                  </w:pPr>
                  <w:r w:rsidRPr="00FE63F3">
                    <w:rPr>
                      <w:rFonts w:ascii="Bradley Hand ITC" w:hAnsi="Bradley Hand ITC"/>
                      <w:sz w:val="96"/>
                      <w:lang w:val="es-CO"/>
                    </w:rPr>
                    <w:t>COMPRAÑERO DE CLASE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40" type="#_x0000_t202" alt="" style="position:absolute;margin-left:417.75pt;margin-top:409.5pt;width:171pt;height:27pt;z-index:251682816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40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onstantia" w:hAnsi="Constantia"/>
                      <w:sz w:val="24"/>
                      <w:szCs w:val="24"/>
                    </w:rPr>
                    <w:t>Fecha</w:t>
                  </w:r>
                  <w:proofErr w:type="spellEnd"/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39" type="#_x0000_t202" alt="" style="position:absolute;margin-left:57.75pt;margin-top:409.5pt;width:306pt;height:27pt;z-index:251681792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39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r>
                    <w:rPr>
                      <w:rFonts w:ascii="Constantia" w:hAnsi="Constantia"/>
                      <w:sz w:val="24"/>
                      <w:szCs w:val="24"/>
                    </w:rPr>
                    <w:t>Firma</w:t>
                  </w:r>
                </w:p>
              </w:txbxContent>
            </v:textbox>
          </v:shape>
        </w:pict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677696" behindDoc="1" locked="0" layoutInCell="0" allowOverlap="1">
            <wp:simplePos x="0" y="0"/>
            <wp:positionH relativeFrom="page">
              <wp:posOffset>409575</wp:posOffset>
            </wp:positionH>
            <wp:positionV relativeFrom="page">
              <wp:posOffset>361950</wp:posOffset>
            </wp:positionV>
            <wp:extent cx="9267825" cy="7124700"/>
            <wp:effectExtent l="19050" t="0" r="9525" b="0"/>
            <wp:wrapNone/>
            <wp:docPr id="5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78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676672" behindDoc="1" locked="0" layoutInCell="0" allowOverlap="1">
            <wp:simplePos x="0" y="0"/>
            <wp:positionH relativeFrom="page">
              <wp:posOffset>638175</wp:posOffset>
            </wp:positionH>
            <wp:positionV relativeFrom="page">
              <wp:posOffset>495300</wp:posOffset>
            </wp:positionV>
            <wp:extent cx="8910320" cy="6877050"/>
            <wp:effectExtent l="19050" t="0" r="5080" b="0"/>
            <wp:wrapNone/>
            <wp:docPr id="6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032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251A" w:rsidRDefault="0077251A">
      <w:pPr>
        <w:rPr>
          <w:lang w:val="es-ES"/>
        </w:rPr>
        <w:sectPr w:rsidR="0077251A" w:rsidSect="0077251A">
          <w:pgSz w:w="16839" w:h="11907" w:orient="landscape" w:code="9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43" type="#_x0000_t202" style="position:absolute;margin-left:48.75pt;margin-top:190.6pt;width:558pt;height:189.8pt;z-index:251688960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43;mso-column-margin:5.7pt" inset="2.85pt,2.85pt,2.85pt,2.85pt">
              <w:txbxContent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 w:rsidRPr="00FE63F3">
                    <w:rPr>
                      <w:sz w:val="36"/>
                      <w:lang w:val="es-CO"/>
                    </w:rPr>
                    <w:t>Este diploma se concede a: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DAZA HIGUERA ANA MILENA</w:t>
                  </w:r>
                </w:p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>
                    <w:rPr>
                      <w:sz w:val="36"/>
                      <w:lang w:val="es-CO"/>
                    </w:rPr>
                    <w:t>Documento No: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91492190</w:t>
                  </w:r>
                </w:p>
                <w:p w:rsidR="0077251A" w:rsidRDefault="0077251A"/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41" type="#_x0000_t202" style="position:absolute;margin-left:66.75pt;margin-top:1in;width:522pt;height:76.5pt;z-index:251686912;visibility:visible;mso-wrap-edited:f;mso-wrap-distance-left:2.88pt;mso-wrap-distance-top:2.88pt;mso-wrap-distance-right:2.88pt;mso-wrap-distance-bottom:2.88pt;v-text-anchor:bottom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41;mso-column-margin:5.7pt" inset="2.85pt,2.85pt,2.85pt,2.85pt">
              <w:txbxContent>
                <w:p w:rsidR="0077251A" w:rsidRDefault="0077251A" w:rsidP="008E1718">
                  <w:pPr>
                    <w:pStyle w:val="Ttulo"/>
                    <w:widowControl w:val="0"/>
                  </w:pPr>
                  <w:r>
                    <w:t xml:space="preserve">El mejor 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42" type="#_x0000_t202" style="position:absolute;margin-left:32.25pt;margin-top:148.5pt;width:591pt;height:81pt;z-index:251687936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42;mso-column-margin:5.7pt" inset="2.85pt,2.85pt,2.85pt,0">
              <w:txbxContent>
                <w:p w:rsidR="0077251A" w:rsidRPr="00FE63F3" w:rsidRDefault="0077251A" w:rsidP="008E1718">
                  <w:pPr>
                    <w:pStyle w:val="Name"/>
                    <w:widowControl w:val="0"/>
                    <w:rPr>
                      <w:rFonts w:ascii="Bradley Hand ITC" w:hAnsi="Bradley Hand ITC"/>
                      <w:sz w:val="96"/>
                      <w:lang w:val="es-CO"/>
                    </w:rPr>
                  </w:pPr>
                  <w:r w:rsidRPr="00FE63F3">
                    <w:rPr>
                      <w:rFonts w:ascii="Bradley Hand ITC" w:hAnsi="Bradley Hand ITC"/>
                      <w:sz w:val="96"/>
                      <w:lang w:val="es-CO"/>
                    </w:rPr>
                    <w:t>COMPRAÑERO DE CLASE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45" type="#_x0000_t202" alt="" style="position:absolute;margin-left:417.75pt;margin-top:409.5pt;width:171pt;height:27pt;z-index:251691008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45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onstantia" w:hAnsi="Constantia"/>
                      <w:sz w:val="24"/>
                      <w:szCs w:val="24"/>
                    </w:rPr>
                    <w:t>Fecha</w:t>
                  </w:r>
                  <w:proofErr w:type="spellEnd"/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44" type="#_x0000_t202" alt="" style="position:absolute;margin-left:57.75pt;margin-top:409.5pt;width:306pt;height:27pt;z-index:251689984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44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r>
                    <w:rPr>
                      <w:rFonts w:ascii="Constantia" w:hAnsi="Constantia"/>
                      <w:sz w:val="24"/>
                      <w:szCs w:val="24"/>
                    </w:rPr>
                    <w:t>Firma</w:t>
                  </w:r>
                </w:p>
              </w:txbxContent>
            </v:textbox>
          </v:shape>
        </w:pict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685888" behindDoc="1" locked="0" layoutInCell="0" allowOverlap="1">
            <wp:simplePos x="0" y="0"/>
            <wp:positionH relativeFrom="page">
              <wp:posOffset>409575</wp:posOffset>
            </wp:positionH>
            <wp:positionV relativeFrom="page">
              <wp:posOffset>361950</wp:posOffset>
            </wp:positionV>
            <wp:extent cx="9267825" cy="7124700"/>
            <wp:effectExtent l="19050" t="0" r="9525" b="0"/>
            <wp:wrapNone/>
            <wp:docPr id="7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78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684864" behindDoc="1" locked="0" layoutInCell="0" allowOverlap="1">
            <wp:simplePos x="0" y="0"/>
            <wp:positionH relativeFrom="page">
              <wp:posOffset>638175</wp:posOffset>
            </wp:positionH>
            <wp:positionV relativeFrom="page">
              <wp:posOffset>495300</wp:posOffset>
            </wp:positionV>
            <wp:extent cx="8910320" cy="6877050"/>
            <wp:effectExtent l="19050" t="0" r="5080" b="0"/>
            <wp:wrapNone/>
            <wp:docPr id="8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032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251A" w:rsidRDefault="0077251A">
      <w:pPr>
        <w:rPr>
          <w:lang w:val="es-ES"/>
        </w:rPr>
        <w:sectPr w:rsidR="0077251A" w:rsidSect="0077251A">
          <w:pgSz w:w="16839" w:h="11907" w:orient="landscape" w:code="9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48" type="#_x0000_t202" style="position:absolute;margin-left:48.75pt;margin-top:190.6pt;width:558pt;height:189.8pt;z-index:251697152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48;mso-column-margin:5.7pt" inset="2.85pt,2.85pt,2.85pt,2.85pt">
              <w:txbxContent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 w:rsidRPr="00FE63F3">
                    <w:rPr>
                      <w:sz w:val="36"/>
                      <w:lang w:val="es-CO"/>
                    </w:rPr>
                    <w:t>Este diploma se concede a: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DIAZ MONCALEANO JENNY MILENA</w:t>
                  </w:r>
                </w:p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>
                    <w:rPr>
                      <w:sz w:val="36"/>
                      <w:lang w:val="es-CO"/>
                    </w:rPr>
                    <w:t>Documento No: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91516599</w:t>
                  </w:r>
                </w:p>
                <w:p w:rsidR="0077251A" w:rsidRDefault="0077251A"/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46" type="#_x0000_t202" style="position:absolute;margin-left:66.75pt;margin-top:1in;width:522pt;height:76.5pt;z-index:251695104;visibility:visible;mso-wrap-edited:f;mso-wrap-distance-left:2.88pt;mso-wrap-distance-top:2.88pt;mso-wrap-distance-right:2.88pt;mso-wrap-distance-bottom:2.88pt;v-text-anchor:bottom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46;mso-column-margin:5.7pt" inset="2.85pt,2.85pt,2.85pt,2.85pt">
              <w:txbxContent>
                <w:p w:rsidR="0077251A" w:rsidRDefault="0077251A" w:rsidP="008E1718">
                  <w:pPr>
                    <w:pStyle w:val="Ttulo"/>
                    <w:widowControl w:val="0"/>
                  </w:pPr>
                  <w:r>
                    <w:t xml:space="preserve">El mejor 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47" type="#_x0000_t202" style="position:absolute;margin-left:32.25pt;margin-top:148.5pt;width:591pt;height:81pt;z-index:251696128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47;mso-column-margin:5.7pt" inset="2.85pt,2.85pt,2.85pt,0">
              <w:txbxContent>
                <w:p w:rsidR="0077251A" w:rsidRPr="00FE63F3" w:rsidRDefault="0077251A" w:rsidP="008E1718">
                  <w:pPr>
                    <w:pStyle w:val="Name"/>
                    <w:widowControl w:val="0"/>
                    <w:rPr>
                      <w:rFonts w:ascii="Bradley Hand ITC" w:hAnsi="Bradley Hand ITC"/>
                      <w:sz w:val="96"/>
                      <w:lang w:val="es-CO"/>
                    </w:rPr>
                  </w:pPr>
                  <w:r w:rsidRPr="00FE63F3">
                    <w:rPr>
                      <w:rFonts w:ascii="Bradley Hand ITC" w:hAnsi="Bradley Hand ITC"/>
                      <w:sz w:val="96"/>
                      <w:lang w:val="es-CO"/>
                    </w:rPr>
                    <w:t>COMPRAÑERO DE CLASE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50" type="#_x0000_t202" alt="" style="position:absolute;margin-left:417.75pt;margin-top:409.5pt;width:171pt;height:27pt;z-index:251699200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50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onstantia" w:hAnsi="Constantia"/>
                      <w:sz w:val="24"/>
                      <w:szCs w:val="24"/>
                    </w:rPr>
                    <w:t>Fecha</w:t>
                  </w:r>
                  <w:proofErr w:type="spellEnd"/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49" type="#_x0000_t202" alt="" style="position:absolute;margin-left:57.75pt;margin-top:409.5pt;width:306pt;height:27pt;z-index:251698176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49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r>
                    <w:rPr>
                      <w:rFonts w:ascii="Constantia" w:hAnsi="Constantia"/>
                      <w:sz w:val="24"/>
                      <w:szCs w:val="24"/>
                    </w:rPr>
                    <w:t>Firma</w:t>
                  </w:r>
                </w:p>
              </w:txbxContent>
            </v:textbox>
          </v:shape>
        </w:pict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694080" behindDoc="1" locked="0" layoutInCell="0" allowOverlap="1">
            <wp:simplePos x="0" y="0"/>
            <wp:positionH relativeFrom="page">
              <wp:posOffset>409575</wp:posOffset>
            </wp:positionH>
            <wp:positionV relativeFrom="page">
              <wp:posOffset>361950</wp:posOffset>
            </wp:positionV>
            <wp:extent cx="9267825" cy="7124700"/>
            <wp:effectExtent l="19050" t="0" r="9525" b="0"/>
            <wp:wrapNone/>
            <wp:docPr id="9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78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693056" behindDoc="1" locked="0" layoutInCell="0" allowOverlap="1">
            <wp:simplePos x="0" y="0"/>
            <wp:positionH relativeFrom="page">
              <wp:posOffset>638175</wp:posOffset>
            </wp:positionH>
            <wp:positionV relativeFrom="page">
              <wp:posOffset>495300</wp:posOffset>
            </wp:positionV>
            <wp:extent cx="8910320" cy="6877050"/>
            <wp:effectExtent l="19050" t="0" r="5080" b="0"/>
            <wp:wrapNone/>
            <wp:docPr id="10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032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251A" w:rsidRDefault="0077251A">
      <w:pPr>
        <w:rPr>
          <w:lang w:val="es-ES"/>
        </w:rPr>
        <w:sectPr w:rsidR="0077251A" w:rsidSect="0077251A">
          <w:pgSz w:w="16839" w:h="11907" w:orient="landscape" w:code="9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53" type="#_x0000_t202" style="position:absolute;margin-left:48.75pt;margin-top:190.6pt;width:558pt;height:189.8pt;z-index:251705344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53;mso-column-margin:5.7pt" inset="2.85pt,2.85pt,2.85pt,2.85pt">
              <w:txbxContent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 w:rsidRPr="00FE63F3">
                    <w:rPr>
                      <w:sz w:val="36"/>
                      <w:lang w:val="es-CO"/>
                    </w:rPr>
                    <w:t>Este diploma se concede a: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LESMES ADRIAN</w:t>
                  </w:r>
                </w:p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>
                    <w:rPr>
                      <w:sz w:val="36"/>
                      <w:lang w:val="es-CO"/>
                    </w:rPr>
                    <w:t>Documento No: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87043052215</w:t>
                  </w:r>
                </w:p>
                <w:p w:rsidR="0077251A" w:rsidRDefault="0077251A"/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51" type="#_x0000_t202" style="position:absolute;margin-left:66.75pt;margin-top:1in;width:522pt;height:76.5pt;z-index:251703296;visibility:visible;mso-wrap-edited:f;mso-wrap-distance-left:2.88pt;mso-wrap-distance-top:2.88pt;mso-wrap-distance-right:2.88pt;mso-wrap-distance-bottom:2.88pt;v-text-anchor:bottom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51;mso-column-margin:5.7pt" inset="2.85pt,2.85pt,2.85pt,2.85pt">
              <w:txbxContent>
                <w:p w:rsidR="0077251A" w:rsidRDefault="0077251A" w:rsidP="008E1718">
                  <w:pPr>
                    <w:pStyle w:val="Ttulo"/>
                    <w:widowControl w:val="0"/>
                  </w:pPr>
                  <w:r>
                    <w:t xml:space="preserve">El mejor 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52" type="#_x0000_t202" style="position:absolute;margin-left:32.25pt;margin-top:148.5pt;width:591pt;height:81pt;z-index:251704320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52;mso-column-margin:5.7pt" inset="2.85pt,2.85pt,2.85pt,0">
              <w:txbxContent>
                <w:p w:rsidR="0077251A" w:rsidRPr="00FE63F3" w:rsidRDefault="0077251A" w:rsidP="008E1718">
                  <w:pPr>
                    <w:pStyle w:val="Name"/>
                    <w:widowControl w:val="0"/>
                    <w:rPr>
                      <w:rFonts w:ascii="Bradley Hand ITC" w:hAnsi="Bradley Hand ITC"/>
                      <w:sz w:val="96"/>
                      <w:lang w:val="es-CO"/>
                    </w:rPr>
                  </w:pPr>
                  <w:r w:rsidRPr="00FE63F3">
                    <w:rPr>
                      <w:rFonts w:ascii="Bradley Hand ITC" w:hAnsi="Bradley Hand ITC"/>
                      <w:sz w:val="96"/>
                      <w:lang w:val="es-CO"/>
                    </w:rPr>
                    <w:t>COMPRAÑERO DE CLASE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55" type="#_x0000_t202" alt="" style="position:absolute;margin-left:417.75pt;margin-top:409.5pt;width:171pt;height:27pt;z-index:251707392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55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onstantia" w:hAnsi="Constantia"/>
                      <w:sz w:val="24"/>
                      <w:szCs w:val="24"/>
                    </w:rPr>
                    <w:t>Fecha</w:t>
                  </w:r>
                  <w:proofErr w:type="spellEnd"/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54" type="#_x0000_t202" alt="" style="position:absolute;margin-left:57.75pt;margin-top:409.5pt;width:306pt;height:27pt;z-index:251706368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54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r>
                    <w:rPr>
                      <w:rFonts w:ascii="Constantia" w:hAnsi="Constantia"/>
                      <w:sz w:val="24"/>
                      <w:szCs w:val="24"/>
                    </w:rPr>
                    <w:t>Firma</w:t>
                  </w:r>
                </w:p>
              </w:txbxContent>
            </v:textbox>
          </v:shape>
        </w:pict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702272" behindDoc="1" locked="0" layoutInCell="0" allowOverlap="1">
            <wp:simplePos x="0" y="0"/>
            <wp:positionH relativeFrom="page">
              <wp:posOffset>409575</wp:posOffset>
            </wp:positionH>
            <wp:positionV relativeFrom="page">
              <wp:posOffset>361950</wp:posOffset>
            </wp:positionV>
            <wp:extent cx="9267825" cy="7124700"/>
            <wp:effectExtent l="19050" t="0" r="9525" b="0"/>
            <wp:wrapNone/>
            <wp:docPr id="11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78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701248" behindDoc="1" locked="0" layoutInCell="0" allowOverlap="1">
            <wp:simplePos x="0" y="0"/>
            <wp:positionH relativeFrom="page">
              <wp:posOffset>638175</wp:posOffset>
            </wp:positionH>
            <wp:positionV relativeFrom="page">
              <wp:posOffset>495300</wp:posOffset>
            </wp:positionV>
            <wp:extent cx="8910320" cy="6877050"/>
            <wp:effectExtent l="19050" t="0" r="5080" b="0"/>
            <wp:wrapNone/>
            <wp:docPr id="12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032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251A" w:rsidRDefault="0077251A">
      <w:pPr>
        <w:rPr>
          <w:lang w:val="es-ES"/>
        </w:rPr>
        <w:sectPr w:rsidR="0077251A" w:rsidSect="0077251A">
          <w:pgSz w:w="16839" w:h="11907" w:orient="landscape" w:code="9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58" type="#_x0000_t202" style="position:absolute;margin-left:48.75pt;margin-top:190.6pt;width:558pt;height:189.8pt;z-index:251713536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58;mso-column-margin:5.7pt" inset="2.85pt,2.85pt,2.85pt,2.85pt">
              <w:txbxContent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 w:rsidRPr="00FE63F3">
                    <w:rPr>
                      <w:sz w:val="36"/>
                      <w:lang w:val="es-CO"/>
                    </w:rPr>
                    <w:t>Este diploma se concede a: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LIZARAZO OJEDA DAHIANA KATERIN</w:t>
                  </w:r>
                </w:p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>
                    <w:rPr>
                      <w:sz w:val="36"/>
                      <w:lang w:val="es-CO"/>
                    </w:rPr>
                    <w:t>Documento No: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18957975</w:t>
                  </w:r>
                </w:p>
                <w:p w:rsidR="0077251A" w:rsidRDefault="0077251A"/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56" type="#_x0000_t202" style="position:absolute;margin-left:66.75pt;margin-top:1in;width:522pt;height:76.5pt;z-index:251711488;visibility:visible;mso-wrap-edited:f;mso-wrap-distance-left:2.88pt;mso-wrap-distance-top:2.88pt;mso-wrap-distance-right:2.88pt;mso-wrap-distance-bottom:2.88pt;v-text-anchor:bottom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56;mso-column-margin:5.7pt" inset="2.85pt,2.85pt,2.85pt,2.85pt">
              <w:txbxContent>
                <w:p w:rsidR="0077251A" w:rsidRDefault="0077251A" w:rsidP="008E1718">
                  <w:pPr>
                    <w:pStyle w:val="Ttulo"/>
                    <w:widowControl w:val="0"/>
                  </w:pPr>
                  <w:r>
                    <w:t xml:space="preserve">El mejor 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57" type="#_x0000_t202" style="position:absolute;margin-left:32.25pt;margin-top:148.5pt;width:591pt;height:81pt;z-index:251712512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57;mso-column-margin:5.7pt" inset="2.85pt,2.85pt,2.85pt,0">
              <w:txbxContent>
                <w:p w:rsidR="0077251A" w:rsidRPr="00FE63F3" w:rsidRDefault="0077251A" w:rsidP="008E1718">
                  <w:pPr>
                    <w:pStyle w:val="Name"/>
                    <w:widowControl w:val="0"/>
                    <w:rPr>
                      <w:rFonts w:ascii="Bradley Hand ITC" w:hAnsi="Bradley Hand ITC"/>
                      <w:sz w:val="96"/>
                      <w:lang w:val="es-CO"/>
                    </w:rPr>
                  </w:pPr>
                  <w:r w:rsidRPr="00FE63F3">
                    <w:rPr>
                      <w:rFonts w:ascii="Bradley Hand ITC" w:hAnsi="Bradley Hand ITC"/>
                      <w:sz w:val="96"/>
                      <w:lang w:val="es-CO"/>
                    </w:rPr>
                    <w:t>COMPRAÑERO DE CLASE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60" type="#_x0000_t202" alt="" style="position:absolute;margin-left:417.75pt;margin-top:409.5pt;width:171pt;height:27pt;z-index:251715584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60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onstantia" w:hAnsi="Constantia"/>
                      <w:sz w:val="24"/>
                      <w:szCs w:val="24"/>
                    </w:rPr>
                    <w:t>Fecha</w:t>
                  </w:r>
                  <w:proofErr w:type="spellEnd"/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59" type="#_x0000_t202" alt="" style="position:absolute;margin-left:57.75pt;margin-top:409.5pt;width:306pt;height:27pt;z-index:251714560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59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r>
                    <w:rPr>
                      <w:rFonts w:ascii="Constantia" w:hAnsi="Constantia"/>
                      <w:sz w:val="24"/>
                      <w:szCs w:val="24"/>
                    </w:rPr>
                    <w:t>Firma</w:t>
                  </w:r>
                </w:p>
              </w:txbxContent>
            </v:textbox>
          </v:shape>
        </w:pict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710464" behindDoc="1" locked="0" layoutInCell="0" allowOverlap="1">
            <wp:simplePos x="0" y="0"/>
            <wp:positionH relativeFrom="page">
              <wp:posOffset>409575</wp:posOffset>
            </wp:positionH>
            <wp:positionV relativeFrom="page">
              <wp:posOffset>361950</wp:posOffset>
            </wp:positionV>
            <wp:extent cx="9267825" cy="7124700"/>
            <wp:effectExtent l="19050" t="0" r="9525" b="0"/>
            <wp:wrapNone/>
            <wp:docPr id="13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78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709440" behindDoc="1" locked="0" layoutInCell="0" allowOverlap="1">
            <wp:simplePos x="0" y="0"/>
            <wp:positionH relativeFrom="page">
              <wp:posOffset>638175</wp:posOffset>
            </wp:positionH>
            <wp:positionV relativeFrom="page">
              <wp:posOffset>495300</wp:posOffset>
            </wp:positionV>
            <wp:extent cx="8910320" cy="6877050"/>
            <wp:effectExtent l="19050" t="0" r="5080" b="0"/>
            <wp:wrapNone/>
            <wp:docPr id="14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032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251A" w:rsidRDefault="0077251A">
      <w:pPr>
        <w:rPr>
          <w:lang w:val="es-ES"/>
        </w:rPr>
        <w:sectPr w:rsidR="0077251A" w:rsidSect="0077251A">
          <w:pgSz w:w="16839" w:h="11907" w:orient="landscape" w:code="9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63" type="#_x0000_t202" style="position:absolute;margin-left:48.75pt;margin-top:190.6pt;width:558pt;height:189.8pt;z-index:251721728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63;mso-column-margin:5.7pt" inset="2.85pt,2.85pt,2.85pt,2.85pt">
              <w:txbxContent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 w:rsidRPr="00FE63F3">
                    <w:rPr>
                      <w:sz w:val="36"/>
                      <w:lang w:val="es-CO"/>
                    </w:rPr>
                    <w:t>Este diploma se concede a: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MELGAREJO DEISY YANETH</w:t>
                  </w:r>
                </w:p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>
                    <w:rPr>
                      <w:sz w:val="36"/>
                      <w:lang w:val="es-CO"/>
                    </w:rPr>
                    <w:t>Documento No: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88031959793</w:t>
                  </w:r>
                </w:p>
                <w:p w:rsidR="0077251A" w:rsidRDefault="0077251A"/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61" type="#_x0000_t202" style="position:absolute;margin-left:66.75pt;margin-top:1in;width:522pt;height:76.5pt;z-index:251719680;visibility:visible;mso-wrap-edited:f;mso-wrap-distance-left:2.88pt;mso-wrap-distance-top:2.88pt;mso-wrap-distance-right:2.88pt;mso-wrap-distance-bottom:2.88pt;v-text-anchor:bottom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61;mso-column-margin:5.7pt" inset="2.85pt,2.85pt,2.85pt,2.85pt">
              <w:txbxContent>
                <w:p w:rsidR="0077251A" w:rsidRDefault="0077251A" w:rsidP="008E1718">
                  <w:pPr>
                    <w:pStyle w:val="Ttulo"/>
                    <w:widowControl w:val="0"/>
                  </w:pPr>
                  <w:r>
                    <w:t xml:space="preserve">El mejor 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62" type="#_x0000_t202" style="position:absolute;margin-left:32.25pt;margin-top:148.5pt;width:591pt;height:81pt;z-index:251720704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62;mso-column-margin:5.7pt" inset="2.85pt,2.85pt,2.85pt,0">
              <w:txbxContent>
                <w:p w:rsidR="0077251A" w:rsidRPr="00FE63F3" w:rsidRDefault="0077251A" w:rsidP="008E1718">
                  <w:pPr>
                    <w:pStyle w:val="Name"/>
                    <w:widowControl w:val="0"/>
                    <w:rPr>
                      <w:rFonts w:ascii="Bradley Hand ITC" w:hAnsi="Bradley Hand ITC"/>
                      <w:sz w:val="96"/>
                      <w:lang w:val="es-CO"/>
                    </w:rPr>
                  </w:pPr>
                  <w:r w:rsidRPr="00FE63F3">
                    <w:rPr>
                      <w:rFonts w:ascii="Bradley Hand ITC" w:hAnsi="Bradley Hand ITC"/>
                      <w:sz w:val="96"/>
                      <w:lang w:val="es-CO"/>
                    </w:rPr>
                    <w:t>COMPRAÑERO DE CLASE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65" type="#_x0000_t202" alt="" style="position:absolute;margin-left:417.75pt;margin-top:409.5pt;width:171pt;height:27pt;z-index:251723776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65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onstantia" w:hAnsi="Constantia"/>
                      <w:sz w:val="24"/>
                      <w:szCs w:val="24"/>
                    </w:rPr>
                    <w:t>Fecha</w:t>
                  </w:r>
                  <w:proofErr w:type="spellEnd"/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64" type="#_x0000_t202" alt="" style="position:absolute;margin-left:57.75pt;margin-top:409.5pt;width:306pt;height:27pt;z-index:251722752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64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r>
                    <w:rPr>
                      <w:rFonts w:ascii="Constantia" w:hAnsi="Constantia"/>
                      <w:sz w:val="24"/>
                      <w:szCs w:val="24"/>
                    </w:rPr>
                    <w:t>Firma</w:t>
                  </w:r>
                </w:p>
              </w:txbxContent>
            </v:textbox>
          </v:shape>
        </w:pict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718656" behindDoc="1" locked="0" layoutInCell="0" allowOverlap="1">
            <wp:simplePos x="0" y="0"/>
            <wp:positionH relativeFrom="page">
              <wp:posOffset>409575</wp:posOffset>
            </wp:positionH>
            <wp:positionV relativeFrom="page">
              <wp:posOffset>361950</wp:posOffset>
            </wp:positionV>
            <wp:extent cx="9267825" cy="7124700"/>
            <wp:effectExtent l="19050" t="0" r="9525" b="0"/>
            <wp:wrapNone/>
            <wp:docPr id="15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78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717632" behindDoc="1" locked="0" layoutInCell="0" allowOverlap="1">
            <wp:simplePos x="0" y="0"/>
            <wp:positionH relativeFrom="page">
              <wp:posOffset>638175</wp:posOffset>
            </wp:positionH>
            <wp:positionV relativeFrom="page">
              <wp:posOffset>495300</wp:posOffset>
            </wp:positionV>
            <wp:extent cx="8910320" cy="6877050"/>
            <wp:effectExtent l="19050" t="0" r="5080" b="0"/>
            <wp:wrapNone/>
            <wp:docPr id="16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032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251A" w:rsidRDefault="0077251A">
      <w:pPr>
        <w:rPr>
          <w:lang w:val="es-ES"/>
        </w:rPr>
        <w:sectPr w:rsidR="0077251A" w:rsidSect="0077251A">
          <w:pgSz w:w="16839" w:h="11907" w:orient="landscape" w:code="9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68" type="#_x0000_t202" style="position:absolute;margin-left:48.75pt;margin-top:190.6pt;width:558pt;height:189.8pt;z-index:251729920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68;mso-column-margin:5.7pt" inset="2.85pt,2.85pt,2.85pt,2.85pt">
              <w:txbxContent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 w:rsidRPr="00FE63F3">
                    <w:rPr>
                      <w:sz w:val="36"/>
                      <w:lang w:val="es-CO"/>
                    </w:rPr>
                    <w:t>Este diploma se concede a: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MENDEZ ACOSTA OLGA PATRICIA</w:t>
                  </w:r>
                </w:p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>
                    <w:rPr>
                      <w:sz w:val="36"/>
                      <w:lang w:val="es-CO"/>
                    </w:rPr>
                    <w:t>Documento No: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63557510</w:t>
                  </w:r>
                </w:p>
                <w:p w:rsidR="0077251A" w:rsidRDefault="0077251A"/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66" type="#_x0000_t202" style="position:absolute;margin-left:66.75pt;margin-top:1in;width:522pt;height:76.5pt;z-index:251727872;visibility:visible;mso-wrap-edited:f;mso-wrap-distance-left:2.88pt;mso-wrap-distance-top:2.88pt;mso-wrap-distance-right:2.88pt;mso-wrap-distance-bottom:2.88pt;v-text-anchor:bottom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66;mso-column-margin:5.7pt" inset="2.85pt,2.85pt,2.85pt,2.85pt">
              <w:txbxContent>
                <w:p w:rsidR="0077251A" w:rsidRDefault="0077251A" w:rsidP="008E1718">
                  <w:pPr>
                    <w:pStyle w:val="Ttulo"/>
                    <w:widowControl w:val="0"/>
                  </w:pPr>
                  <w:r>
                    <w:t xml:space="preserve">El mejor 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67" type="#_x0000_t202" style="position:absolute;margin-left:32.25pt;margin-top:148.5pt;width:591pt;height:81pt;z-index:251728896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67;mso-column-margin:5.7pt" inset="2.85pt,2.85pt,2.85pt,0">
              <w:txbxContent>
                <w:p w:rsidR="0077251A" w:rsidRPr="00FE63F3" w:rsidRDefault="0077251A" w:rsidP="008E1718">
                  <w:pPr>
                    <w:pStyle w:val="Name"/>
                    <w:widowControl w:val="0"/>
                    <w:rPr>
                      <w:rFonts w:ascii="Bradley Hand ITC" w:hAnsi="Bradley Hand ITC"/>
                      <w:sz w:val="96"/>
                      <w:lang w:val="es-CO"/>
                    </w:rPr>
                  </w:pPr>
                  <w:r w:rsidRPr="00FE63F3">
                    <w:rPr>
                      <w:rFonts w:ascii="Bradley Hand ITC" w:hAnsi="Bradley Hand ITC"/>
                      <w:sz w:val="96"/>
                      <w:lang w:val="es-CO"/>
                    </w:rPr>
                    <w:t>COMPRAÑERO DE CLASE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70" type="#_x0000_t202" alt="" style="position:absolute;margin-left:417.75pt;margin-top:409.5pt;width:171pt;height:27pt;z-index:251731968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70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onstantia" w:hAnsi="Constantia"/>
                      <w:sz w:val="24"/>
                      <w:szCs w:val="24"/>
                    </w:rPr>
                    <w:t>Fecha</w:t>
                  </w:r>
                  <w:proofErr w:type="spellEnd"/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69" type="#_x0000_t202" alt="" style="position:absolute;margin-left:57.75pt;margin-top:409.5pt;width:306pt;height:27pt;z-index:251730944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69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r>
                    <w:rPr>
                      <w:rFonts w:ascii="Constantia" w:hAnsi="Constantia"/>
                      <w:sz w:val="24"/>
                      <w:szCs w:val="24"/>
                    </w:rPr>
                    <w:t>Firma</w:t>
                  </w:r>
                </w:p>
              </w:txbxContent>
            </v:textbox>
          </v:shape>
        </w:pict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726848" behindDoc="1" locked="0" layoutInCell="0" allowOverlap="1">
            <wp:simplePos x="0" y="0"/>
            <wp:positionH relativeFrom="page">
              <wp:posOffset>409575</wp:posOffset>
            </wp:positionH>
            <wp:positionV relativeFrom="page">
              <wp:posOffset>361950</wp:posOffset>
            </wp:positionV>
            <wp:extent cx="9267825" cy="7124700"/>
            <wp:effectExtent l="19050" t="0" r="9525" b="0"/>
            <wp:wrapNone/>
            <wp:docPr id="17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78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725824" behindDoc="1" locked="0" layoutInCell="0" allowOverlap="1">
            <wp:simplePos x="0" y="0"/>
            <wp:positionH relativeFrom="page">
              <wp:posOffset>638175</wp:posOffset>
            </wp:positionH>
            <wp:positionV relativeFrom="page">
              <wp:posOffset>495300</wp:posOffset>
            </wp:positionV>
            <wp:extent cx="8910320" cy="6877050"/>
            <wp:effectExtent l="19050" t="0" r="5080" b="0"/>
            <wp:wrapNone/>
            <wp:docPr id="18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032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251A" w:rsidRDefault="0077251A">
      <w:pPr>
        <w:rPr>
          <w:lang w:val="es-ES"/>
        </w:rPr>
        <w:sectPr w:rsidR="0077251A" w:rsidSect="0077251A">
          <w:pgSz w:w="16839" w:h="11907" w:orient="landscape" w:code="9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73" type="#_x0000_t202" style="position:absolute;margin-left:48.75pt;margin-top:190.6pt;width:558pt;height:189.8pt;z-index:251738112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73;mso-column-margin:5.7pt" inset="2.85pt,2.85pt,2.85pt,2.85pt">
              <w:txbxContent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 w:rsidRPr="00FE63F3">
                    <w:rPr>
                      <w:sz w:val="36"/>
                      <w:lang w:val="es-CO"/>
                    </w:rPr>
                    <w:t>Este diploma se concede a: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MURALLAS MALDONADO DEISI YANETH</w:t>
                  </w:r>
                </w:p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>
                    <w:rPr>
                      <w:sz w:val="36"/>
                      <w:lang w:val="es-CO"/>
                    </w:rPr>
                    <w:t>Documento No: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63548203</w:t>
                  </w:r>
                </w:p>
                <w:p w:rsidR="0077251A" w:rsidRDefault="0077251A"/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71" type="#_x0000_t202" style="position:absolute;margin-left:66.75pt;margin-top:1in;width:522pt;height:76.5pt;z-index:251736064;visibility:visible;mso-wrap-edited:f;mso-wrap-distance-left:2.88pt;mso-wrap-distance-top:2.88pt;mso-wrap-distance-right:2.88pt;mso-wrap-distance-bottom:2.88pt;v-text-anchor:bottom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71;mso-column-margin:5.7pt" inset="2.85pt,2.85pt,2.85pt,2.85pt">
              <w:txbxContent>
                <w:p w:rsidR="0077251A" w:rsidRDefault="0077251A" w:rsidP="008E1718">
                  <w:pPr>
                    <w:pStyle w:val="Ttulo"/>
                    <w:widowControl w:val="0"/>
                  </w:pPr>
                  <w:r>
                    <w:t xml:space="preserve">El mejor 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72" type="#_x0000_t202" style="position:absolute;margin-left:32.25pt;margin-top:148.5pt;width:591pt;height:81pt;z-index:251737088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72;mso-column-margin:5.7pt" inset="2.85pt,2.85pt,2.85pt,0">
              <w:txbxContent>
                <w:p w:rsidR="0077251A" w:rsidRPr="00FE63F3" w:rsidRDefault="0077251A" w:rsidP="008E1718">
                  <w:pPr>
                    <w:pStyle w:val="Name"/>
                    <w:widowControl w:val="0"/>
                    <w:rPr>
                      <w:rFonts w:ascii="Bradley Hand ITC" w:hAnsi="Bradley Hand ITC"/>
                      <w:sz w:val="96"/>
                      <w:lang w:val="es-CO"/>
                    </w:rPr>
                  </w:pPr>
                  <w:r w:rsidRPr="00FE63F3">
                    <w:rPr>
                      <w:rFonts w:ascii="Bradley Hand ITC" w:hAnsi="Bradley Hand ITC"/>
                      <w:sz w:val="96"/>
                      <w:lang w:val="es-CO"/>
                    </w:rPr>
                    <w:t>COMPRAÑERO DE CLASE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75" type="#_x0000_t202" alt="" style="position:absolute;margin-left:417.75pt;margin-top:409.5pt;width:171pt;height:27pt;z-index:251740160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75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onstantia" w:hAnsi="Constantia"/>
                      <w:sz w:val="24"/>
                      <w:szCs w:val="24"/>
                    </w:rPr>
                    <w:t>Fecha</w:t>
                  </w:r>
                  <w:proofErr w:type="spellEnd"/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74" type="#_x0000_t202" alt="" style="position:absolute;margin-left:57.75pt;margin-top:409.5pt;width:306pt;height:27pt;z-index:251739136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74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r>
                    <w:rPr>
                      <w:rFonts w:ascii="Constantia" w:hAnsi="Constantia"/>
                      <w:sz w:val="24"/>
                      <w:szCs w:val="24"/>
                    </w:rPr>
                    <w:t>Firma</w:t>
                  </w:r>
                </w:p>
              </w:txbxContent>
            </v:textbox>
          </v:shape>
        </w:pict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735040" behindDoc="1" locked="0" layoutInCell="0" allowOverlap="1">
            <wp:simplePos x="0" y="0"/>
            <wp:positionH relativeFrom="page">
              <wp:posOffset>409575</wp:posOffset>
            </wp:positionH>
            <wp:positionV relativeFrom="page">
              <wp:posOffset>361950</wp:posOffset>
            </wp:positionV>
            <wp:extent cx="9267825" cy="7124700"/>
            <wp:effectExtent l="19050" t="0" r="9525" b="0"/>
            <wp:wrapNone/>
            <wp:docPr id="19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78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734016" behindDoc="1" locked="0" layoutInCell="0" allowOverlap="1">
            <wp:simplePos x="0" y="0"/>
            <wp:positionH relativeFrom="page">
              <wp:posOffset>638175</wp:posOffset>
            </wp:positionH>
            <wp:positionV relativeFrom="page">
              <wp:posOffset>495300</wp:posOffset>
            </wp:positionV>
            <wp:extent cx="8910320" cy="6877050"/>
            <wp:effectExtent l="19050" t="0" r="5080" b="0"/>
            <wp:wrapNone/>
            <wp:docPr id="20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032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251A" w:rsidRDefault="0077251A">
      <w:pPr>
        <w:rPr>
          <w:lang w:val="es-ES"/>
        </w:rPr>
        <w:sectPr w:rsidR="0077251A" w:rsidSect="0077251A">
          <w:pgSz w:w="16839" w:h="11907" w:orient="landscape" w:code="9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78" type="#_x0000_t202" style="position:absolute;margin-left:48.75pt;margin-top:190.6pt;width:558pt;height:189.8pt;z-index:251746304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78;mso-column-margin:5.7pt" inset="2.85pt,2.85pt,2.85pt,2.85pt">
              <w:txbxContent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 w:rsidRPr="00FE63F3">
                    <w:rPr>
                      <w:sz w:val="36"/>
                      <w:lang w:val="es-CO"/>
                    </w:rPr>
                    <w:t>Este diploma se concede a: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OJEDA GUERRERO MONICA SHIRLEY</w:t>
                  </w:r>
                </w:p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>
                    <w:rPr>
                      <w:sz w:val="36"/>
                      <w:lang w:val="es-CO"/>
                    </w:rPr>
                    <w:t>Documento No: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37723780</w:t>
                  </w:r>
                </w:p>
                <w:p w:rsidR="0077251A" w:rsidRDefault="0077251A"/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76" type="#_x0000_t202" style="position:absolute;margin-left:66.75pt;margin-top:1in;width:522pt;height:76.5pt;z-index:251744256;visibility:visible;mso-wrap-edited:f;mso-wrap-distance-left:2.88pt;mso-wrap-distance-top:2.88pt;mso-wrap-distance-right:2.88pt;mso-wrap-distance-bottom:2.88pt;v-text-anchor:bottom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76;mso-column-margin:5.7pt" inset="2.85pt,2.85pt,2.85pt,2.85pt">
              <w:txbxContent>
                <w:p w:rsidR="0077251A" w:rsidRDefault="0077251A" w:rsidP="008E1718">
                  <w:pPr>
                    <w:pStyle w:val="Ttulo"/>
                    <w:widowControl w:val="0"/>
                  </w:pPr>
                  <w:r>
                    <w:t xml:space="preserve">El mejor 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77" type="#_x0000_t202" style="position:absolute;margin-left:32.25pt;margin-top:148.5pt;width:591pt;height:81pt;z-index:251745280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77;mso-column-margin:5.7pt" inset="2.85pt,2.85pt,2.85pt,0">
              <w:txbxContent>
                <w:p w:rsidR="0077251A" w:rsidRPr="00FE63F3" w:rsidRDefault="0077251A" w:rsidP="008E1718">
                  <w:pPr>
                    <w:pStyle w:val="Name"/>
                    <w:widowControl w:val="0"/>
                    <w:rPr>
                      <w:rFonts w:ascii="Bradley Hand ITC" w:hAnsi="Bradley Hand ITC"/>
                      <w:sz w:val="96"/>
                      <w:lang w:val="es-CO"/>
                    </w:rPr>
                  </w:pPr>
                  <w:r w:rsidRPr="00FE63F3">
                    <w:rPr>
                      <w:rFonts w:ascii="Bradley Hand ITC" w:hAnsi="Bradley Hand ITC"/>
                      <w:sz w:val="96"/>
                      <w:lang w:val="es-CO"/>
                    </w:rPr>
                    <w:t>COMPRAÑERO DE CLASE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80" type="#_x0000_t202" alt="" style="position:absolute;margin-left:417.75pt;margin-top:409.5pt;width:171pt;height:27pt;z-index:251748352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80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onstantia" w:hAnsi="Constantia"/>
                      <w:sz w:val="24"/>
                      <w:szCs w:val="24"/>
                    </w:rPr>
                    <w:t>Fecha</w:t>
                  </w:r>
                  <w:proofErr w:type="spellEnd"/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79" type="#_x0000_t202" alt="" style="position:absolute;margin-left:57.75pt;margin-top:409.5pt;width:306pt;height:27pt;z-index:251747328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79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r>
                    <w:rPr>
                      <w:rFonts w:ascii="Constantia" w:hAnsi="Constantia"/>
                      <w:sz w:val="24"/>
                      <w:szCs w:val="24"/>
                    </w:rPr>
                    <w:t>Firma</w:t>
                  </w:r>
                </w:p>
              </w:txbxContent>
            </v:textbox>
          </v:shape>
        </w:pict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743232" behindDoc="1" locked="0" layoutInCell="0" allowOverlap="1">
            <wp:simplePos x="0" y="0"/>
            <wp:positionH relativeFrom="page">
              <wp:posOffset>409575</wp:posOffset>
            </wp:positionH>
            <wp:positionV relativeFrom="page">
              <wp:posOffset>361950</wp:posOffset>
            </wp:positionV>
            <wp:extent cx="9267825" cy="7124700"/>
            <wp:effectExtent l="19050" t="0" r="9525" b="0"/>
            <wp:wrapNone/>
            <wp:docPr id="21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78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742208" behindDoc="1" locked="0" layoutInCell="0" allowOverlap="1">
            <wp:simplePos x="0" y="0"/>
            <wp:positionH relativeFrom="page">
              <wp:posOffset>638175</wp:posOffset>
            </wp:positionH>
            <wp:positionV relativeFrom="page">
              <wp:posOffset>495300</wp:posOffset>
            </wp:positionV>
            <wp:extent cx="8910320" cy="6877050"/>
            <wp:effectExtent l="19050" t="0" r="5080" b="0"/>
            <wp:wrapNone/>
            <wp:docPr id="22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032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251A" w:rsidRDefault="0077251A">
      <w:pPr>
        <w:rPr>
          <w:lang w:val="es-ES"/>
        </w:rPr>
        <w:sectPr w:rsidR="0077251A" w:rsidSect="0077251A">
          <w:pgSz w:w="16839" w:h="11907" w:orient="landscape" w:code="9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83" type="#_x0000_t202" style="position:absolute;margin-left:48.75pt;margin-top:190.6pt;width:558pt;height:189.8pt;z-index:251754496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83;mso-column-margin:5.7pt" inset="2.85pt,2.85pt,2.85pt,2.85pt">
              <w:txbxContent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 w:rsidRPr="00FE63F3">
                    <w:rPr>
                      <w:sz w:val="36"/>
                      <w:lang w:val="es-CO"/>
                    </w:rPr>
                    <w:t>Este diploma se concede a: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RAMIREZ PINZON LUIS ALFREDO</w:t>
                  </w:r>
                </w:p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>
                    <w:rPr>
                      <w:sz w:val="36"/>
                      <w:lang w:val="es-CO"/>
                    </w:rPr>
                    <w:t>Documento No: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87041666658</w:t>
                  </w:r>
                </w:p>
                <w:p w:rsidR="0077251A" w:rsidRDefault="0077251A"/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81" type="#_x0000_t202" style="position:absolute;margin-left:66.75pt;margin-top:1in;width:522pt;height:76.5pt;z-index:251752448;visibility:visible;mso-wrap-edited:f;mso-wrap-distance-left:2.88pt;mso-wrap-distance-top:2.88pt;mso-wrap-distance-right:2.88pt;mso-wrap-distance-bottom:2.88pt;v-text-anchor:bottom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81;mso-column-margin:5.7pt" inset="2.85pt,2.85pt,2.85pt,2.85pt">
              <w:txbxContent>
                <w:p w:rsidR="0077251A" w:rsidRDefault="0077251A" w:rsidP="008E1718">
                  <w:pPr>
                    <w:pStyle w:val="Ttulo"/>
                    <w:widowControl w:val="0"/>
                  </w:pPr>
                  <w:r>
                    <w:t xml:space="preserve">El mejor 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82" type="#_x0000_t202" style="position:absolute;margin-left:32.25pt;margin-top:148.5pt;width:591pt;height:81pt;z-index:251753472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82;mso-column-margin:5.7pt" inset="2.85pt,2.85pt,2.85pt,0">
              <w:txbxContent>
                <w:p w:rsidR="0077251A" w:rsidRPr="00FE63F3" w:rsidRDefault="0077251A" w:rsidP="008E1718">
                  <w:pPr>
                    <w:pStyle w:val="Name"/>
                    <w:widowControl w:val="0"/>
                    <w:rPr>
                      <w:rFonts w:ascii="Bradley Hand ITC" w:hAnsi="Bradley Hand ITC"/>
                      <w:sz w:val="96"/>
                      <w:lang w:val="es-CO"/>
                    </w:rPr>
                  </w:pPr>
                  <w:r w:rsidRPr="00FE63F3">
                    <w:rPr>
                      <w:rFonts w:ascii="Bradley Hand ITC" w:hAnsi="Bradley Hand ITC"/>
                      <w:sz w:val="96"/>
                      <w:lang w:val="es-CO"/>
                    </w:rPr>
                    <w:t>COMPRAÑERO DE CLASE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85" type="#_x0000_t202" alt="" style="position:absolute;margin-left:417.75pt;margin-top:409.5pt;width:171pt;height:27pt;z-index:251756544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85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onstantia" w:hAnsi="Constantia"/>
                      <w:sz w:val="24"/>
                      <w:szCs w:val="24"/>
                    </w:rPr>
                    <w:t>Fecha</w:t>
                  </w:r>
                  <w:proofErr w:type="spellEnd"/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84" type="#_x0000_t202" alt="" style="position:absolute;margin-left:57.75pt;margin-top:409.5pt;width:306pt;height:27pt;z-index:251755520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84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r>
                    <w:rPr>
                      <w:rFonts w:ascii="Constantia" w:hAnsi="Constantia"/>
                      <w:sz w:val="24"/>
                      <w:szCs w:val="24"/>
                    </w:rPr>
                    <w:t>Firma</w:t>
                  </w:r>
                </w:p>
              </w:txbxContent>
            </v:textbox>
          </v:shape>
        </w:pict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751424" behindDoc="1" locked="0" layoutInCell="0" allowOverlap="1">
            <wp:simplePos x="0" y="0"/>
            <wp:positionH relativeFrom="page">
              <wp:posOffset>409575</wp:posOffset>
            </wp:positionH>
            <wp:positionV relativeFrom="page">
              <wp:posOffset>361950</wp:posOffset>
            </wp:positionV>
            <wp:extent cx="9267825" cy="7124700"/>
            <wp:effectExtent l="19050" t="0" r="9525" b="0"/>
            <wp:wrapNone/>
            <wp:docPr id="23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78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750400" behindDoc="1" locked="0" layoutInCell="0" allowOverlap="1">
            <wp:simplePos x="0" y="0"/>
            <wp:positionH relativeFrom="page">
              <wp:posOffset>638175</wp:posOffset>
            </wp:positionH>
            <wp:positionV relativeFrom="page">
              <wp:posOffset>495300</wp:posOffset>
            </wp:positionV>
            <wp:extent cx="8910320" cy="6877050"/>
            <wp:effectExtent l="19050" t="0" r="5080" b="0"/>
            <wp:wrapNone/>
            <wp:docPr id="24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032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251A" w:rsidRDefault="0077251A">
      <w:pPr>
        <w:rPr>
          <w:lang w:val="es-ES"/>
        </w:rPr>
        <w:sectPr w:rsidR="0077251A" w:rsidSect="0077251A">
          <w:pgSz w:w="16839" w:h="11907" w:orient="landscape" w:code="9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88" type="#_x0000_t202" style="position:absolute;margin-left:48.75pt;margin-top:190.6pt;width:558pt;height:189.8pt;z-index:251762688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88;mso-column-margin:5.7pt" inset="2.85pt,2.85pt,2.85pt,2.85pt">
              <w:txbxContent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 w:rsidRPr="00FE63F3">
                    <w:rPr>
                      <w:sz w:val="36"/>
                      <w:lang w:val="es-CO"/>
                    </w:rPr>
                    <w:t>Este diploma se concede a: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RAMOS ECHEVERRIA SILVIA LILIANA</w:t>
                  </w:r>
                </w:p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>
                    <w:rPr>
                      <w:sz w:val="36"/>
                      <w:lang w:val="es-CO"/>
                    </w:rPr>
                    <w:t>Documento No: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37617648</w:t>
                  </w:r>
                </w:p>
                <w:p w:rsidR="0077251A" w:rsidRDefault="0077251A"/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86" type="#_x0000_t202" style="position:absolute;margin-left:66.75pt;margin-top:1in;width:522pt;height:76.5pt;z-index:251760640;visibility:visible;mso-wrap-edited:f;mso-wrap-distance-left:2.88pt;mso-wrap-distance-top:2.88pt;mso-wrap-distance-right:2.88pt;mso-wrap-distance-bottom:2.88pt;v-text-anchor:bottom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86;mso-column-margin:5.7pt" inset="2.85pt,2.85pt,2.85pt,2.85pt">
              <w:txbxContent>
                <w:p w:rsidR="0077251A" w:rsidRDefault="0077251A" w:rsidP="008E1718">
                  <w:pPr>
                    <w:pStyle w:val="Ttulo"/>
                    <w:widowControl w:val="0"/>
                  </w:pPr>
                  <w:r>
                    <w:t xml:space="preserve">El mejor 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87" type="#_x0000_t202" style="position:absolute;margin-left:32.25pt;margin-top:148.5pt;width:591pt;height:81pt;z-index:251761664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87;mso-column-margin:5.7pt" inset="2.85pt,2.85pt,2.85pt,0">
              <w:txbxContent>
                <w:p w:rsidR="0077251A" w:rsidRPr="00FE63F3" w:rsidRDefault="0077251A" w:rsidP="008E1718">
                  <w:pPr>
                    <w:pStyle w:val="Name"/>
                    <w:widowControl w:val="0"/>
                    <w:rPr>
                      <w:rFonts w:ascii="Bradley Hand ITC" w:hAnsi="Bradley Hand ITC"/>
                      <w:sz w:val="96"/>
                      <w:lang w:val="es-CO"/>
                    </w:rPr>
                  </w:pPr>
                  <w:r w:rsidRPr="00FE63F3">
                    <w:rPr>
                      <w:rFonts w:ascii="Bradley Hand ITC" w:hAnsi="Bradley Hand ITC"/>
                      <w:sz w:val="96"/>
                      <w:lang w:val="es-CO"/>
                    </w:rPr>
                    <w:t>COMPRAÑERO DE CLASE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90" type="#_x0000_t202" alt="" style="position:absolute;margin-left:417.75pt;margin-top:409.5pt;width:171pt;height:27pt;z-index:251764736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90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onstantia" w:hAnsi="Constantia"/>
                      <w:sz w:val="24"/>
                      <w:szCs w:val="24"/>
                    </w:rPr>
                    <w:t>Fecha</w:t>
                  </w:r>
                  <w:proofErr w:type="spellEnd"/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89" type="#_x0000_t202" alt="" style="position:absolute;margin-left:57.75pt;margin-top:409.5pt;width:306pt;height:27pt;z-index:251763712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89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r>
                    <w:rPr>
                      <w:rFonts w:ascii="Constantia" w:hAnsi="Constantia"/>
                      <w:sz w:val="24"/>
                      <w:szCs w:val="24"/>
                    </w:rPr>
                    <w:t>Firma</w:t>
                  </w:r>
                </w:p>
              </w:txbxContent>
            </v:textbox>
          </v:shape>
        </w:pict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759616" behindDoc="1" locked="0" layoutInCell="0" allowOverlap="1">
            <wp:simplePos x="0" y="0"/>
            <wp:positionH relativeFrom="page">
              <wp:posOffset>409575</wp:posOffset>
            </wp:positionH>
            <wp:positionV relativeFrom="page">
              <wp:posOffset>361950</wp:posOffset>
            </wp:positionV>
            <wp:extent cx="9267825" cy="7124700"/>
            <wp:effectExtent l="19050" t="0" r="9525" b="0"/>
            <wp:wrapNone/>
            <wp:docPr id="25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78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758592" behindDoc="1" locked="0" layoutInCell="0" allowOverlap="1">
            <wp:simplePos x="0" y="0"/>
            <wp:positionH relativeFrom="page">
              <wp:posOffset>638175</wp:posOffset>
            </wp:positionH>
            <wp:positionV relativeFrom="page">
              <wp:posOffset>495300</wp:posOffset>
            </wp:positionV>
            <wp:extent cx="8910320" cy="6877050"/>
            <wp:effectExtent l="19050" t="0" r="5080" b="0"/>
            <wp:wrapNone/>
            <wp:docPr id="26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032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251A" w:rsidRDefault="0077251A">
      <w:pPr>
        <w:rPr>
          <w:lang w:val="es-ES"/>
        </w:rPr>
        <w:sectPr w:rsidR="0077251A" w:rsidSect="0077251A">
          <w:pgSz w:w="16839" w:h="11907" w:orient="landscape" w:code="9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93" type="#_x0000_t202" style="position:absolute;margin-left:48.75pt;margin-top:190.6pt;width:558pt;height:189.8pt;z-index:251770880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93;mso-column-margin:5.7pt" inset="2.85pt,2.85pt,2.85pt,2.85pt">
              <w:txbxContent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 w:rsidRPr="00FE63F3">
                    <w:rPr>
                      <w:sz w:val="36"/>
                      <w:lang w:val="es-CO"/>
                    </w:rPr>
                    <w:t>Este diploma se concede a: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VALDERRAMA ORDUZ MONICA JULIANA</w:t>
                  </w:r>
                </w:p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>
                    <w:rPr>
                      <w:sz w:val="36"/>
                      <w:lang w:val="es-CO"/>
                    </w:rPr>
                    <w:t>Documento No: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28152309</w:t>
                  </w:r>
                </w:p>
                <w:p w:rsidR="0077251A" w:rsidRDefault="0077251A"/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91" type="#_x0000_t202" style="position:absolute;margin-left:66.75pt;margin-top:1in;width:522pt;height:76.5pt;z-index:251768832;visibility:visible;mso-wrap-edited:f;mso-wrap-distance-left:2.88pt;mso-wrap-distance-top:2.88pt;mso-wrap-distance-right:2.88pt;mso-wrap-distance-bottom:2.88pt;v-text-anchor:bottom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91;mso-column-margin:5.7pt" inset="2.85pt,2.85pt,2.85pt,2.85pt">
              <w:txbxContent>
                <w:p w:rsidR="0077251A" w:rsidRDefault="0077251A" w:rsidP="008E1718">
                  <w:pPr>
                    <w:pStyle w:val="Ttulo"/>
                    <w:widowControl w:val="0"/>
                  </w:pPr>
                  <w:r>
                    <w:t xml:space="preserve">El mejor 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92" type="#_x0000_t202" style="position:absolute;margin-left:32.25pt;margin-top:148.5pt;width:591pt;height:81pt;z-index:251769856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92;mso-column-margin:5.7pt" inset="2.85pt,2.85pt,2.85pt,0">
              <w:txbxContent>
                <w:p w:rsidR="0077251A" w:rsidRPr="00FE63F3" w:rsidRDefault="0077251A" w:rsidP="008E1718">
                  <w:pPr>
                    <w:pStyle w:val="Name"/>
                    <w:widowControl w:val="0"/>
                    <w:rPr>
                      <w:rFonts w:ascii="Bradley Hand ITC" w:hAnsi="Bradley Hand ITC"/>
                      <w:sz w:val="96"/>
                      <w:lang w:val="es-CO"/>
                    </w:rPr>
                  </w:pPr>
                  <w:r w:rsidRPr="00FE63F3">
                    <w:rPr>
                      <w:rFonts w:ascii="Bradley Hand ITC" w:hAnsi="Bradley Hand ITC"/>
                      <w:sz w:val="96"/>
                      <w:lang w:val="es-CO"/>
                    </w:rPr>
                    <w:t>COMPRAÑERO DE CLASE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95" type="#_x0000_t202" alt="" style="position:absolute;margin-left:417.75pt;margin-top:409.5pt;width:171pt;height:27pt;z-index:251772928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95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onstantia" w:hAnsi="Constantia"/>
                      <w:sz w:val="24"/>
                      <w:szCs w:val="24"/>
                    </w:rPr>
                    <w:t>Fecha</w:t>
                  </w:r>
                  <w:proofErr w:type="spellEnd"/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94" type="#_x0000_t202" alt="" style="position:absolute;margin-left:57.75pt;margin-top:409.5pt;width:306pt;height:27pt;z-index:251771904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94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r>
                    <w:rPr>
                      <w:rFonts w:ascii="Constantia" w:hAnsi="Constantia"/>
                      <w:sz w:val="24"/>
                      <w:szCs w:val="24"/>
                    </w:rPr>
                    <w:t>Firma</w:t>
                  </w:r>
                </w:p>
              </w:txbxContent>
            </v:textbox>
          </v:shape>
        </w:pict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767808" behindDoc="1" locked="0" layoutInCell="0" allowOverlap="1">
            <wp:simplePos x="0" y="0"/>
            <wp:positionH relativeFrom="page">
              <wp:posOffset>409575</wp:posOffset>
            </wp:positionH>
            <wp:positionV relativeFrom="page">
              <wp:posOffset>361950</wp:posOffset>
            </wp:positionV>
            <wp:extent cx="9267825" cy="7124700"/>
            <wp:effectExtent l="19050" t="0" r="9525" b="0"/>
            <wp:wrapNone/>
            <wp:docPr id="27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78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766784" behindDoc="1" locked="0" layoutInCell="0" allowOverlap="1">
            <wp:simplePos x="0" y="0"/>
            <wp:positionH relativeFrom="page">
              <wp:posOffset>638175</wp:posOffset>
            </wp:positionH>
            <wp:positionV relativeFrom="page">
              <wp:posOffset>495300</wp:posOffset>
            </wp:positionV>
            <wp:extent cx="8910320" cy="6877050"/>
            <wp:effectExtent l="19050" t="0" r="5080" b="0"/>
            <wp:wrapNone/>
            <wp:docPr id="28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032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251A" w:rsidRDefault="0077251A">
      <w:pPr>
        <w:rPr>
          <w:lang w:val="es-ES"/>
        </w:rPr>
        <w:sectPr w:rsidR="0077251A" w:rsidSect="0077251A">
          <w:pgSz w:w="16839" w:h="11907" w:orient="landscape" w:code="9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98" type="#_x0000_t202" style="position:absolute;margin-left:48.75pt;margin-top:190.6pt;width:558pt;height:189.8pt;z-index:251779072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98;mso-column-margin:5.7pt" inset="2.85pt,2.85pt,2.85pt,2.85pt">
              <w:txbxContent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 w:rsidRPr="00FE63F3">
                    <w:rPr>
                      <w:sz w:val="36"/>
                      <w:lang w:val="es-CO"/>
                    </w:rPr>
                    <w:t>Este diploma se concede a: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VANEGAS DELGADO JEISY CAROLINA</w:t>
                  </w:r>
                </w:p>
                <w:p w:rsidR="0077251A" w:rsidRPr="00FE63F3" w:rsidRDefault="0077251A" w:rsidP="008E1718">
                  <w:pPr>
                    <w:pStyle w:val="Italics"/>
                    <w:widowControl w:val="0"/>
                    <w:rPr>
                      <w:sz w:val="36"/>
                      <w:lang w:val="es-ES"/>
                    </w:rPr>
                  </w:pPr>
                  <w:r>
                    <w:rPr>
                      <w:sz w:val="36"/>
                      <w:lang w:val="es-CO"/>
                    </w:rPr>
                    <w:t>Documento No:</w:t>
                  </w:r>
                </w:p>
                <w:p w:rsidR="0077251A" w:rsidRPr="00FE63F3" w:rsidRDefault="0077251A" w:rsidP="008E1718">
                  <w:pPr>
                    <w:pStyle w:val="Textoindependiente"/>
                    <w:widowControl w:val="0"/>
                    <w:rPr>
                      <w:sz w:val="56"/>
                      <w:lang w:val="es-ES"/>
                    </w:rPr>
                  </w:pPr>
                  <w:r w:rsidRPr="00D10187">
                    <w:rPr>
                      <w:noProof/>
                      <w:sz w:val="56"/>
                      <w:lang w:val="es-CO"/>
                    </w:rPr>
                    <w:t>37555075</w:t>
                  </w:r>
                </w:p>
                <w:p w:rsidR="0077251A" w:rsidRDefault="0077251A"/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96" type="#_x0000_t202" style="position:absolute;margin-left:66.75pt;margin-top:1in;width:522pt;height:76.5pt;z-index:251777024;visibility:visible;mso-wrap-edited:f;mso-wrap-distance-left:2.88pt;mso-wrap-distance-top:2.88pt;mso-wrap-distance-right:2.88pt;mso-wrap-distance-bottom:2.88pt;v-text-anchor:bottom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96;mso-column-margin:5.7pt" inset="2.85pt,2.85pt,2.85pt,2.85pt">
              <w:txbxContent>
                <w:p w:rsidR="0077251A" w:rsidRDefault="0077251A" w:rsidP="008E1718">
                  <w:pPr>
                    <w:pStyle w:val="Ttulo"/>
                    <w:widowControl w:val="0"/>
                  </w:pPr>
                  <w:r>
                    <w:t xml:space="preserve">El mejor 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97" type="#_x0000_t202" style="position:absolute;margin-left:32.25pt;margin-top:148.5pt;width:591pt;height:81pt;z-index:251778048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0" joinstyle="miter" insetpe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97;mso-column-margin:5.7pt" inset="2.85pt,2.85pt,2.85pt,0">
              <w:txbxContent>
                <w:p w:rsidR="0077251A" w:rsidRPr="00FE63F3" w:rsidRDefault="0077251A" w:rsidP="008E1718">
                  <w:pPr>
                    <w:pStyle w:val="Name"/>
                    <w:widowControl w:val="0"/>
                    <w:rPr>
                      <w:rFonts w:ascii="Bradley Hand ITC" w:hAnsi="Bradley Hand ITC"/>
                      <w:sz w:val="96"/>
                      <w:lang w:val="es-CO"/>
                    </w:rPr>
                  </w:pPr>
                  <w:r w:rsidRPr="00FE63F3">
                    <w:rPr>
                      <w:rFonts w:ascii="Bradley Hand ITC" w:hAnsi="Bradley Hand ITC"/>
                      <w:sz w:val="96"/>
                      <w:lang w:val="es-CO"/>
                    </w:rPr>
                    <w:t>COMPRAÑERO DE CLASE</w:t>
                  </w:r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100" type="#_x0000_t202" alt="" style="position:absolute;margin-left:417.75pt;margin-top:409.5pt;width:171pt;height:27pt;z-index:251781120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100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onstantia" w:hAnsi="Constantia"/>
                      <w:sz w:val="24"/>
                      <w:szCs w:val="24"/>
                    </w:rPr>
                    <w:t>Fecha</w:t>
                  </w:r>
                  <w:proofErr w:type="spellEnd"/>
                </w:p>
              </w:txbxContent>
            </v:textbox>
          </v:shape>
        </w:pict>
      </w:r>
      <w:r w:rsidRPr="0071296C">
        <w:rPr>
          <w:rFonts w:ascii="Times New Roman" w:hAnsi="Times New Roman"/>
          <w:sz w:val="24"/>
          <w:szCs w:val="24"/>
          <w:lang w:val="es-ES"/>
        </w:rPr>
        <w:pict>
          <v:shape id="_x0000_s1099" type="#_x0000_t202" alt="" style="position:absolute;margin-left:57.75pt;margin-top:409.5pt;width:306pt;height:27pt;z-index:251780096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 weight="0" joinstyle="miter" insetpen="t"/>
              <o:top v:ext="view" color="black [0]" weight=".5pt" joinstyle="miter" insetpen="t" on="t"/>
              <o:right v:ext="view" color="black [0]" weight="0" joinstyle="miter" insetpen="t"/>
              <o:bottom v:ext="view" color="black [0]" weight="0" joinstyle="miter" insetpen="t"/>
              <o:column v:ext="view" color="black [0]"/>
            </v:stroke>
            <v:shadow color="#d2d2d2"/>
            <o:lock v:ext="edit" shapetype="t"/>
            <v:textbox style="mso-next-textbox:#_x0000_s1099;mso-column-margin:5.7pt" inset="2.85pt,2.85pt,2.85pt,2.85pt">
              <w:txbxContent>
                <w:p w:rsidR="0077251A" w:rsidRDefault="0077251A" w:rsidP="008E1718">
                  <w:pPr>
                    <w:pStyle w:val="Labels"/>
                    <w:widowControl w:val="0"/>
                    <w:rPr>
                      <w:rFonts w:ascii="Constantia" w:hAnsi="Constantia"/>
                      <w:sz w:val="24"/>
                      <w:szCs w:val="24"/>
                    </w:rPr>
                  </w:pPr>
                  <w:r>
                    <w:rPr>
                      <w:rFonts w:ascii="Constantia" w:hAnsi="Constantia"/>
                      <w:sz w:val="24"/>
                      <w:szCs w:val="24"/>
                    </w:rPr>
                    <w:t>Firma</w:t>
                  </w:r>
                </w:p>
              </w:txbxContent>
            </v:textbox>
          </v:shape>
        </w:pict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776000" behindDoc="1" locked="0" layoutInCell="0" allowOverlap="1">
            <wp:simplePos x="0" y="0"/>
            <wp:positionH relativeFrom="page">
              <wp:posOffset>409575</wp:posOffset>
            </wp:positionH>
            <wp:positionV relativeFrom="page">
              <wp:posOffset>361950</wp:posOffset>
            </wp:positionV>
            <wp:extent cx="9267825" cy="7124700"/>
            <wp:effectExtent l="19050" t="0" r="9525" b="0"/>
            <wp:wrapNone/>
            <wp:docPr id="29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5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78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2ADE">
        <w:rPr>
          <w:noProof/>
          <w:lang w:val="es-CO" w:eastAsia="es-CO"/>
        </w:rPr>
        <w:drawing>
          <wp:anchor distT="0" distB="0" distL="114300" distR="114300" simplePos="0" relativeHeight="251774976" behindDoc="1" locked="0" layoutInCell="0" allowOverlap="1">
            <wp:simplePos x="0" y="0"/>
            <wp:positionH relativeFrom="page">
              <wp:posOffset>638175</wp:posOffset>
            </wp:positionH>
            <wp:positionV relativeFrom="page">
              <wp:posOffset>495300</wp:posOffset>
            </wp:positionV>
            <wp:extent cx="8910320" cy="6877050"/>
            <wp:effectExtent l="19050" t="0" r="5080" b="0"/>
            <wp:wrapNone/>
            <wp:docPr id="30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032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251A" w:rsidRPr="00152ADE" w:rsidRDefault="0077251A">
      <w:pPr>
        <w:rPr>
          <w:lang w:val="es-ES"/>
        </w:rPr>
      </w:pPr>
    </w:p>
    <w:sectPr w:rsidR="0077251A" w:rsidRPr="00152ADE" w:rsidSect="0077251A">
      <w:type w:val="continuous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attachedTemplate r:id="rId1"/>
  <w:stylePaneFormatFilter w:val="1021"/>
  <w:defaultTabStop w:val="720"/>
  <w:hyphenationZone w:val="425"/>
  <w:drawingGridHorizontalSpacing w:val="110"/>
  <w:displayHorizontalDrawingGridEvery w:val="2"/>
  <w:characterSpacingControl w:val="doNotCompress"/>
  <w:savePreviewPicture/>
  <w:compat/>
  <w:rsids>
    <w:rsidRoot w:val="00FE63F3"/>
    <w:rsid w:val="000A135A"/>
    <w:rsid w:val="00132A0B"/>
    <w:rsid w:val="00152ADE"/>
    <w:rsid w:val="001D4507"/>
    <w:rsid w:val="002B56B8"/>
    <w:rsid w:val="00354966"/>
    <w:rsid w:val="00360813"/>
    <w:rsid w:val="004E7A56"/>
    <w:rsid w:val="00526D2D"/>
    <w:rsid w:val="005B0CB9"/>
    <w:rsid w:val="0071296C"/>
    <w:rsid w:val="0077251A"/>
    <w:rsid w:val="00784DFA"/>
    <w:rsid w:val="008935CB"/>
    <w:rsid w:val="008E1718"/>
    <w:rsid w:val="0098634D"/>
    <w:rsid w:val="00BF308E"/>
    <w:rsid w:val="00D40AC7"/>
    <w:rsid w:val="00F349C9"/>
    <w:rsid w:val="00FE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A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34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49C9"/>
    <w:rPr>
      <w:rFonts w:ascii="Tahoma" w:hAnsi="Tahoma" w:cs="Tahoma"/>
      <w:sz w:val="16"/>
      <w:szCs w:val="16"/>
    </w:rPr>
  </w:style>
  <w:style w:type="paragraph" w:styleId="Textoindependiente">
    <w:name w:val="Body Text"/>
    <w:link w:val="TextoindependienteCar"/>
    <w:uiPriority w:val="99"/>
    <w:unhideWhenUsed/>
    <w:rsid w:val="008E1718"/>
    <w:pPr>
      <w:spacing w:after="0" w:line="240" w:lineRule="auto"/>
      <w:jc w:val="center"/>
    </w:pPr>
    <w:rPr>
      <w:rFonts w:ascii="Constantia" w:eastAsia="Times New Roman" w:hAnsi="Constantia" w:cs="Times New Roman"/>
      <w:color w:val="000000"/>
      <w:kern w:val="28"/>
      <w:sz w:val="52"/>
      <w:szCs w:val="5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E1718"/>
    <w:rPr>
      <w:rFonts w:ascii="Constantia" w:eastAsia="Times New Roman" w:hAnsi="Constantia" w:cs="Times New Roman"/>
      <w:color w:val="000000"/>
      <w:kern w:val="28"/>
      <w:sz w:val="52"/>
      <w:szCs w:val="52"/>
    </w:rPr>
  </w:style>
  <w:style w:type="paragraph" w:customStyle="1" w:styleId="Name">
    <w:name w:val="Name"/>
    <w:rsid w:val="008E1718"/>
    <w:pPr>
      <w:spacing w:after="0" w:line="192" w:lineRule="auto"/>
      <w:jc w:val="center"/>
    </w:pPr>
    <w:rPr>
      <w:rFonts w:ascii="Constantia" w:eastAsia="Times New Roman" w:hAnsi="Constantia" w:cs="Times New Roman"/>
      <w:b/>
      <w:bCs/>
      <w:caps/>
      <w:color w:val="000000"/>
      <w:kern w:val="28"/>
      <w:sz w:val="132"/>
      <w:szCs w:val="132"/>
    </w:rPr>
  </w:style>
  <w:style w:type="paragraph" w:customStyle="1" w:styleId="Italics">
    <w:name w:val="Italics"/>
    <w:rsid w:val="008E1718"/>
    <w:pPr>
      <w:spacing w:after="0" w:line="240" w:lineRule="auto"/>
      <w:jc w:val="center"/>
    </w:pPr>
    <w:rPr>
      <w:rFonts w:ascii="Garamond" w:eastAsia="Times New Roman" w:hAnsi="Garamond" w:cs="Times New Roman"/>
      <w:i/>
      <w:iCs/>
      <w:color w:val="000000"/>
      <w:kern w:val="28"/>
      <w:sz w:val="32"/>
      <w:szCs w:val="32"/>
    </w:rPr>
  </w:style>
  <w:style w:type="paragraph" w:styleId="Ttulo">
    <w:name w:val="Title"/>
    <w:link w:val="TtuloCar"/>
    <w:uiPriority w:val="10"/>
    <w:qFormat/>
    <w:rsid w:val="008E1718"/>
    <w:pPr>
      <w:spacing w:after="0" w:line="192" w:lineRule="auto"/>
      <w:jc w:val="center"/>
    </w:pPr>
    <w:rPr>
      <w:rFonts w:ascii="Constantia" w:eastAsia="Times New Roman" w:hAnsi="Constantia" w:cs="Times New Roman"/>
      <w:caps/>
      <w:color w:val="000000"/>
      <w:kern w:val="28"/>
      <w:sz w:val="92"/>
      <w:szCs w:val="92"/>
    </w:rPr>
  </w:style>
  <w:style w:type="character" w:customStyle="1" w:styleId="TtuloCar">
    <w:name w:val="Título Car"/>
    <w:basedOn w:val="Fuentedeprrafopredeter"/>
    <w:link w:val="Ttulo"/>
    <w:uiPriority w:val="10"/>
    <w:rsid w:val="008E1718"/>
    <w:rPr>
      <w:rFonts w:ascii="Constantia" w:eastAsia="Times New Roman" w:hAnsi="Constantia" w:cs="Times New Roman"/>
      <w:caps/>
      <w:color w:val="000000"/>
      <w:kern w:val="28"/>
      <w:sz w:val="92"/>
      <w:szCs w:val="92"/>
    </w:rPr>
  </w:style>
  <w:style w:type="paragraph" w:customStyle="1" w:styleId="Labels">
    <w:name w:val="Labels"/>
    <w:rsid w:val="008E1718"/>
    <w:pPr>
      <w:spacing w:after="80" w:line="285" w:lineRule="auto"/>
    </w:pPr>
    <w:rPr>
      <w:rFonts w:ascii="Candara" w:eastAsia="Times New Roman" w:hAnsi="Candara" w:cs="Times New Roman"/>
      <w:color w:val="000000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itec\Datos%20de%20programa\Microsoft\Templates\WorldsBestCert.dotx" TargetMode="External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36EBFEB-2C7D-4123-8EEB-60D06F7E5E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WorldsBestCert</Template>
  <TotalTime>0</TotalTime>
  <Pages>15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World's Best award certificate</dc:title>
  <dc:creator>Fitec</dc:creator>
  <cp:keywords/>
  <cp:lastModifiedBy>Fitec</cp:lastModifiedBy>
  <cp:revision>1</cp:revision>
  <cp:lastPrinted>2008-04-01T18:08:00Z</cp:lastPrinted>
  <dcterms:created xsi:type="dcterms:W3CDTF">2012-06-09T01:56:00Z</dcterms:created>
  <dcterms:modified xsi:type="dcterms:W3CDTF">2012-06-09T01:56:00Z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TC102710119990</vt:lpwstr>
  </property>
</Properties>
</file>